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C643768" w14:textId="77777777" w:rsidR="00182741" w:rsidRPr="00E231E4" w:rsidRDefault="00182741" w:rsidP="00E231E4">
      <w:pPr>
        <w:rPr>
          <w:b/>
          <w:lang w:val="en-ID"/>
        </w:rPr>
      </w:pPr>
      <w:bookmarkStart w:id="0" w:name="tw_salutation"/>
    </w:p>
    <w:p w14:paraId="0BAE85E6" w14:textId="77777777" w:rsidR="00271D9C" w:rsidRPr="00D7393E" w:rsidRDefault="00271D9C" w:rsidP="00271D9C">
      <w:pPr>
        <w:spacing w:line="240" w:lineRule="auto"/>
        <w:jc w:val="both"/>
        <w:rPr>
          <w:b/>
          <w:bCs/>
          <w:sz w:val="24"/>
          <w:szCs w:val="24"/>
        </w:rPr>
      </w:pPr>
    </w:p>
    <w:p w14:paraId="4153785C" w14:textId="77777777" w:rsidR="00290F58" w:rsidRPr="00D7393E" w:rsidRDefault="00E231E4" w:rsidP="00E231E4">
      <w:pPr>
        <w:jc w:val="both"/>
        <w:rPr>
          <w:b/>
          <w:bCs/>
          <w:sz w:val="24"/>
          <w:szCs w:val="24"/>
        </w:rPr>
      </w:pPr>
      <w:bookmarkStart w:id="1" w:name="start"/>
      <w:bookmarkEnd w:id="0"/>
      <w:bookmarkEnd w:id="1"/>
      <w:r w:rsidRPr="00D7393E">
        <w:rPr>
          <w:b/>
          <w:bCs/>
          <w:sz w:val="24"/>
          <w:szCs w:val="24"/>
        </w:rPr>
        <w:t>Formal Declaration of Acceptance GIZ General Terms and Conditions</w:t>
      </w:r>
    </w:p>
    <w:p w14:paraId="3A3D36EA" w14:textId="77777777" w:rsidR="00E231E4" w:rsidRPr="00D7393E" w:rsidRDefault="00E231E4" w:rsidP="00E231E4">
      <w:pPr>
        <w:jc w:val="both"/>
        <w:rPr>
          <w:b/>
          <w:bCs/>
          <w:sz w:val="24"/>
          <w:szCs w:val="24"/>
        </w:rPr>
      </w:pPr>
    </w:p>
    <w:p w14:paraId="59709283" w14:textId="77777777" w:rsidR="00E231E4" w:rsidRPr="00E231E4" w:rsidRDefault="00E231E4" w:rsidP="00E231E4">
      <w:pPr>
        <w:jc w:val="both"/>
        <w:rPr>
          <w:szCs w:val="22"/>
        </w:rPr>
      </w:pPr>
    </w:p>
    <w:p w14:paraId="4EB18DD2" w14:textId="77777777" w:rsidR="00E231E4" w:rsidRPr="00E231E4" w:rsidRDefault="00E231E4" w:rsidP="00E231E4">
      <w:pPr>
        <w:jc w:val="both"/>
        <w:rPr>
          <w:szCs w:val="22"/>
        </w:rPr>
      </w:pPr>
      <w:r w:rsidRPr="00E231E4">
        <w:rPr>
          <w:szCs w:val="22"/>
        </w:rPr>
        <w:t>[Company Name]</w:t>
      </w:r>
    </w:p>
    <w:p w14:paraId="0C9A9027" w14:textId="77777777" w:rsidR="00E231E4" w:rsidRPr="00E231E4" w:rsidRDefault="00E231E4" w:rsidP="00E231E4">
      <w:pPr>
        <w:jc w:val="both"/>
        <w:rPr>
          <w:szCs w:val="22"/>
        </w:rPr>
      </w:pPr>
      <w:r w:rsidRPr="00E231E4">
        <w:rPr>
          <w:szCs w:val="22"/>
        </w:rPr>
        <w:t>[Company Address]</w:t>
      </w:r>
    </w:p>
    <w:p w14:paraId="2098D9FF" w14:textId="77777777" w:rsidR="00E231E4" w:rsidRPr="00E231E4" w:rsidRDefault="00E231E4" w:rsidP="00E231E4">
      <w:pPr>
        <w:jc w:val="both"/>
        <w:rPr>
          <w:szCs w:val="22"/>
        </w:rPr>
      </w:pPr>
      <w:r w:rsidRPr="00E231E4">
        <w:rPr>
          <w:szCs w:val="22"/>
        </w:rPr>
        <w:t>[City, State, ZIP Code]</w:t>
      </w:r>
    </w:p>
    <w:p w14:paraId="22EFDD76" w14:textId="77777777" w:rsidR="00E231E4" w:rsidRPr="00E231E4" w:rsidRDefault="00E231E4" w:rsidP="00E231E4">
      <w:pPr>
        <w:jc w:val="both"/>
        <w:rPr>
          <w:szCs w:val="22"/>
        </w:rPr>
      </w:pPr>
    </w:p>
    <w:p w14:paraId="670FB8D4" w14:textId="77777777" w:rsidR="00E231E4" w:rsidRPr="00E231E4" w:rsidRDefault="00E231E4" w:rsidP="00E231E4">
      <w:pPr>
        <w:jc w:val="both"/>
        <w:rPr>
          <w:szCs w:val="22"/>
        </w:rPr>
      </w:pPr>
    </w:p>
    <w:p w14:paraId="6132895C" w14:textId="77777777" w:rsidR="00E231E4" w:rsidRPr="00E231E4" w:rsidRDefault="00E231E4" w:rsidP="00E231E4">
      <w:pPr>
        <w:jc w:val="both"/>
        <w:rPr>
          <w:szCs w:val="22"/>
        </w:rPr>
      </w:pPr>
      <w:r w:rsidRPr="00E231E4">
        <w:rPr>
          <w:szCs w:val="22"/>
        </w:rPr>
        <w:t>Subject: Declaration of Acceptance of General Terms and Conditions for Company Contract</w:t>
      </w:r>
    </w:p>
    <w:p w14:paraId="6ACC8149" w14:textId="77777777" w:rsidR="00E231E4" w:rsidRPr="00E231E4" w:rsidRDefault="00E231E4" w:rsidP="00E231E4">
      <w:pPr>
        <w:jc w:val="both"/>
        <w:rPr>
          <w:szCs w:val="22"/>
        </w:rPr>
      </w:pPr>
    </w:p>
    <w:p w14:paraId="4288B8D1" w14:textId="77777777" w:rsidR="00E231E4" w:rsidRPr="00E231E4" w:rsidRDefault="00E231E4" w:rsidP="00E231E4">
      <w:pPr>
        <w:jc w:val="both"/>
        <w:rPr>
          <w:szCs w:val="22"/>
        </w:rPr>
      </w:pPr>
      <w:r w:rsidRPr="00E231E4">
        <w:rPr>
          <w:szCs w:val="22"/>
        </w:rPr>
        <w:t xml:space="preserve">Dear </w:t>
      </w:r>
      <w:r w:rsidR="006B7F2F">
        <w:rPr>
          <w:szCs w:val="22"/>
        </w:rPr>
        <w:t>GIZ</w:t>
      </w:r>
      <w:r w:rsidRPr="00E231E4">
        <w:rPr>
          <w:szCs w:val="22"/>
        </w:rPr>
        <w:t>,</w:t>
      </w:r>
    </w:p>
    <w:p w14:paraId="122707F7" w14:textId="77777777" w:rsidR="00E231E4" w:rsidRPr="00E231E4" w:rsidRDefault="00E231E4" w:rsidP="00E231E4">
      <w:pPr>
        <w:jc w:val="both"/>
        <w:rPr>
          <w:szCs w:val="22"/>
        </w:rPr>
      </w:pPr>
    </w:p>
    <w:p w14:paraId="7E6940A1" w14:textId="77777777" w:rsidR="00E231E4" w:rsidRPr="00E231E4" w:rsidRDefault="00E231E4" w:rsidP="00E231E4">
      <w:pPr>
        <w:jc w:val="both"/>
        <w:rPr>
          <w:szCs w:val="22"/>
        </w:rPr>
      </w:pPr>
      <w:r w:rsidRPr="00E231E4">
        <w:rPr>
          <w:szCs w:val="22"/>
        </w:rPr>
        <w:t xml:space="preserve">We </w:t>
      </w:r>
      <w:r w:rsidR="009A11B5">
        <w:rPr>
          <w:szCs w:val="22"/>
        </w:rPr>
        <w:t>hereby confirm our formal acceptance of the General Terms and Conditions set forth by GIZ.</w:t>
      </w:r>
      <w:r w:rsidRPr="00E231E4">
        <w:rPr>
          <w:szCs w:val="22"/>
        </w:rPr>
        <w:t xml:space="preserve"> Having carefully reviewed the terms, we acknowledge and agree to abide by them in their entirety.</w:t>
      </w:r>
    </w:p>
    <w:p w14:paraId="26E15FA5" w14:textId="77777777" w:rsidR="00E231E4" w:rsidRPr="00E231E4" w:rsidRDefault="00E231E4" w:rsidP="00E231E4">
      <w:pPr>
        <w:jc w:val="both"/>
        <w:rPr>
          <w:szCs w:val="22"/>
        </w:rPr>
      </w:pPr>
    </w:p>
    <w:p w14:paraId="2F1EF9DC" w14:textId="77777777" w:rsidR="00E231E4" w:rsidRDefault="00E231E4" w:rsidP="00E231E4">
      <w:pPr>
        <w:jc w:val="both"/>
        <w:rPr>
          <w:szCs w:val="22"/>
        </w:rPr>
      </w:pPr>
      <w:r w:rsidRPr="00E231E4">
        <w:rPr>
          <w:szCs w:val="22"/>
        </w:rPr>
        <w:t xml:space="preserve">Our company understands that the general terms and conditions serve as the legal framework governing the business relationship between two </w:t>
      </w:r>
      <w:r w:rsidR="00001F65">
        <w:rPr>
          <w:szCs w:val="22"/>
        </w:rPr>
        <w:t>parties.</w:t>
      </w:r>
      <w:r w:rsidRPr="00E231E4">
        <w:rPr>
          <w:szCs w:val="22"/>
        </w:rPr>
        <w:t xml:space="preserve"> By accepting these terms, we </w:t>
      </w:r>
      <w:r w:rsidR="00001F65">
        <w:rPr>
          <w:szCs w:val="22"/>
        </w:rPr>
        <w:t>affirm</w:t>
      </w:r>
      <w:r w:rsidRPr="00E231E4">
        <w:rPr>
          <w:szCs w:val="22"/>
        </w:rPr>
        <w:t xml:space="preserve"> our commitment to upholding the rights, responsibilities, and obligations set forth by the agreement.</w:t>
      </w:r>
    </w:p>
    <w:p w14:paraId="52643A3F" w14:textId="77777777" w:rsidR="00001F65" w:rsidRDefault="00001F65" w:rsidP="00E231E4">
      <w:pPr>
        <w:jc w:val="both"/>
        <w:rPr>
          <w:szCs w:val="22"/>
        </w:rPr>
      </w:pPr>
    </w:p>
    <w:p w14:paraId="6A1B6E1B" w14:textId="77777777" w:rsidR="00E231E4" w:rsidRDefault="00E231E4" w:rsidP="00E231E4">
      <w:pPr>
        <w:jc w:val="both"/>
        <w:rPr>
          <w:szCs w:val="22"/>
        </w:rPr>
      </w:pPr>
      <w:r w:rsidRPr="00E231E4">
        <w:rPr>
          <w:szCs w:val="22"/>
        </w:rPr>
        <w:t xml:space="preserve">By accepting these general terms and conditions, we </w:t>
      </w:r>
      <w:r w:rsidR="00D615DD">
        <w:rPr>
          <w:szCs w:val="22"/>
        </w:rPr>
        <w:t xml:space="preserve">hereby </w:t>
      </w:r>
      <w:r w:rsidRPr="00E231E4">
        <w:rPr>
          <w:szCs w:val="22"/>
        </w:rPr>
        <w:t xml:space="preserve">confirm </w:t>
      </w:r>
      <w:r w:rsidR="00D615DD">
        <w:rPr>
          <w:szCs w:val="22"/>
        </w:rPr>
        <w:t xml:space="preserve">to participate in this tender. </w:t>
      </w:r>
      <w:r w:rsidRPr="00E231E4">
        <w:rPr>
          <w:szCs w:val="22"/>
        </w:rPr>
        <w:t xml:space="preserve"> We also affirm that we will adhere to the specified guidelines and conduct ourselves in a manner consistent with the principles outlined by </w:t>
      </w:r>
      <w:r w:rsidR="006B7F2F">
        <w:rPr>
          <w:szCs w:val="22"/>
        </w:rPr>
        <w:t>GIZ</w:t>
      </w:r>
      <w:r w:rsidRPr="00E231E4">
        <w:rPr>
          <w:szCs w:val="22"/>
        </w:rPr>
        <w:t>.</w:t>
      </w:r>
    </w:p>
    <w:p w14:paraId="395BFF3D" w14:textId="77777777" w:rsidR="00001F65" w:rsidRPr="00E231E4" w:rsidRDefault="00001F65" w:rsidP="00E231E4">
      <w:pPr>
        <w:jc w:val="both"/>
        <w:rPr>
          <w:szCs w:val="22"/>
        </w:rPr>
      </w:pPr>
    </w:p>
    <w:p w14:paraId="195BA38D" w14:textId="77777777" w:rsidR="00E231E4" w:rsidRPr="00E231E4" w:rsidRDefault="00E231E4" w:rsidP="00E231E4">
      <w:pPr>
        <w:jc w:val="both"/>
        <w:rPr>
          <w:szCs w:val="22"/>
        </w:rPr>
      </w:pPr>
      <w:r w:rsidRPr="00E231E4">
        <w:rPr>
          <w:szCs w:val="22"/>
        </w:rPr>
        <w:t>Yours sincerely,</w:t>
      </w:r>
    </w:p>
    <w:p w14:paraId="6B9E0A46" w14:textId="77777777" w:rsidR="00E231E4" w:rsidRPr="00E231E4" w:rsidRDefault="00E231E4" w:rsidP="00E231E4">
      <w:pPr>
        <w:jc w:val="both"/>
        <w:rPr>
          <w:szCs w:val="22"/>
        </w:rPr>
      </w:pPr>
    </w:p>
    <w:p w14:paraId="28FD0628" w14:textId="77777777" w:rsidR="00E231E4" w:rsidRPr="00E231E4" w:rsidRDefault="00E231E4" w:rsidP="00E231E4">
      <w:pPr>
        <w:jc w:val="both"/>
        <w:rPr>
          <w:szCs w:val="22"/>
        </w:rPr>
      </w:pPr>
      <w:r w:rsidRPr="00E231E4">
        <w:rPr>
          <w:szCs w:val="22"/>
        </w:rPr>
        <w:t>[Your Name]</w:t>
      </w:r>
    </w:p>
    <w:p w14:paraId="0DE20793" w14:textId="77777777" w:rsidR="00E231E4" w:rsidRPr="00E231E4" w:rsidRDefault="00E231E4" w:rsidP="00E231E4">
      <w:pPr>
        <w:jc w:val="both"/>
        <w:rPr>
          <w:szCs w:val="22"/>
        </w:rPr>
      </w:pPr>
      <w:r w:rsidRPr="00E231E4">
        <w:rPr>
          <w:szCs w:val="22"/>
        </w:rPr>
        <w:t>[Your Position]</w:t>
      </w:r>
    </w:p>
    <w:p w14:paraId="33493A1E" w14:textId="77777777" w:rsidR="00E231E4" w:rsidRPr="00E231E4" w:rsidRDefault="00E231E4" w:rsidP="00E231E4">
      <w:pPr>
        <w:jc w:val="both"/>
        <w:rPr>
          <w:szCs w:val="22"/>
        </w:rPr>
      </w:pPr>
      <w:r w:rsidRPr="00E231E4">
        <w:rPr>
          <w:szCs w:val="22"/>
        </w:rPr>
        <w:t>[Your Company Name]</w:t>
      </w:r>
    </w:p>
    <w:sectPr w:rsidR="00E231E4" w:rsidRPr="00E231E4" w:rsidSect="009E6FBC"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type w:val="continuous"/>
      <w:pgSz w:w="11906" w:h="16838" w:code="9"/>
      <w:pgMar w:top="3062" w:right="3402" w:bottom="124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70FCE68" w14:textId="77777777" w:rsidR="00C0139B" w:rsidRDefault="00C0139B" w:rsidP="006B6047">
      <w:r>
        <w:separator/>
      </w:r>
    </w:p>
    <w:p w14:paraId="446E4E16" w14:textId="77777777" w:rsidR="00C0139B" w:rsidRDefault="00C0139B" w:rsidP="006B6047"/>
    <w:p w14:paraId="56B687D2" w14:textId="77777777" w:rsidR="00C0139B" w:rsidRDefault="00C0139B" w:rsidP="006B6047"/>
    <w:p w14:paraId="3385575C" w14:textId="77777777" w:rsidR="00C0139B" w:rsidRDefault="00C0139B" w:rsidP="006B6047"/>
    <w:p w14:paraId="1D75369F" w14:textId="77777777" w:rsidR="00C0139B" w:rsidRDefault="00C0139B" w:rsidP="006B6047"/>
  </w:endnote>
  <w:endnote w:type="continuationSeparator" w:id="0">
    <w:p w14:paraId="58C8B5A1" w14:textId="77777777" w:rsidR="00C0139B" w:rsidRDefault="00C0139B" w:rsidP="006B6047">
      <w:r>
        <w:continuationSeparator/>
      </w:r>
    </w:p>
    <w:p w14:paraId="26ECD63A" w14:textId="77777777" w:rsidR="00C0139B" w:rsidRDefault="00C0139B" w:rsidP="006B6047"/>
    <w:p w14:paraId="66E348C2" w14:textId="77777777" w:rsidR="00C0139B" w:rsidRDefault="00C0139B" w:rsidP="006B6047"/>
    <w:p w14:paraId="386B2493" w14:textId="77777777" w:rsidR="00C0139B" w:rsidRDefault="00C0139B" w:rsidP="006B6047"/>
    <w:p w14:paraId="0166FD0A" w14:textId="77777777" w:rsidR="00C0139B" w:rsidRDefault="00C0139B" w:rsidP="006B604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kaFrutiger 45 Light">
    <w:altName w:val="Corbel"/>
    <w:charset w:val="00"/>
    <w:family w:val="swiss"/>
    <w:pitch w:val="variable"/>
    <w:sig w:usb0="800000AF" w:usb1="5000204A" w:usb2="00000000" w:usb3="00000000" w:csb0="0000009B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 (WN)">
    <w:altName w:val="Univers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C17F72" w14:textId="77777777" w:rsidR="0041726E" w:rsidRDefault="0041726E" w:rsidP="006B6047">
    <w:r>
      <w:fldChar w:fldCharType="begin"/>
    </w:r>
    <w:r>
      <w:instrText xml:space="preserve">PAGE  </w:instrText>
    </w:r>
    <w:r>
      <w:fldChar w:fldCharType="separate"/>
    </w:r>
    <w:r>
      <w:rPr>
        <w:noProof/>
      </w:rPr>
      <w:t>2</w:t>
    </w:r>
    <w:r>
      <w:fldChar w:fldCharType="end"/>
    </w:r>
  </w:p>
  <w:p w14:paraId="2E430FEF" w14:textId="77777777" w:rsidR="0041726E" w:rsidRPr="00382083" w:rsidRDefault="0041726E" w:rsidP="006B6047"/>
  <w:p w14:paraId="5DC6FD4B" w14:textId="77777777" w:rsidR="0041726E" w:rsidRDefault="0041726E" w:rsidP="006B6047"/>
  <w:p w14:paraId="35F00C4D" w14:textId="77777777" w:rsidR="0041726E" w:rsidRDefault="0041726E" w:rsidP="006B6047"/>
  <w:p w14:paraId="5514A895" w14:textId="77777777" w:rsidR="0041726E" w:rsidRDefault="0041726E" w:rsidP="006B6047"/>
  <w:p w14:paraId="14944854" w14:textId="77777777" w:rsidR="0041726E" w:rsidRDefault="0041726E" w:rsidP="006B6047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765BCF" w14:textId="77777777" w:rsidR="008C75C6" w:rsidRPr="009606C0" w:rsidRDefault="008C75C6" w:rsidP="008C75C6">
    <w:pPr>
      <w:pStyle w:val="Footer"/>
      <w:rPr>
        <w:sz w:val="14"/>
        <w:szCs w:val="14"/>
        <w:lang w:val="de-DE"/>
      </w:rPr>
    </w:pPr>
    <w:r w:rsidRPr="009606C0">
      <w:rPr>
        <w:sz w:val="14"/>
        <w:szCs w:val="14"/>
        <w:lang w:val="de-DE"/>
      </w:rPr>
      <w:t>Deutsche Gesellschaft für Internationale Zusammenarbeit (GIZ) GmbH • Friedrich-Ebert-Allee 36 + 40 • 53113 Bonn • T +49 228 44 60-0 • F +49 228 4460-1766 Dag-Hammarskjöld-Weg 1-5 • 65760 Eschborn/Deutschland.</w:t>
    </w:r>
  </w:p>
  <w:p w14:paraId="4AACCB1F" w14:textId="77777777" w:rsidR="008C75C6" w:rsidRPr="009606C0" w:rsidRDefault="008C75C6" w:rsidP="008C75C6">
    <w:pPr>
      <w:pStyle w:val="Footer"/>
      <w:rPr>
        <w:sz w:val="14"/>
        <w:szCs w:val="14"/>
        <w:lang w:val="de-DE"/>
      </w:rPr>
    </w:pPr>
    <w:r w:rsidRPr="009606C0">
      <w:rPr>
        <w:sz w:val="14"/>
        <w:szCs w:val="14"/>
        <w:lang w:val="de-DE"/>
      </w:rPr>
      <w:t xml:space="preserve">T  +49 61 96 79-0 • F +49 61 96 79-11 15 • E info@giz.de •I </w:t>
    </w:r>
    <w:hyperlink r:id="rId1" w:history="1">
      <w:r w:rsidRPr="009606C0">
        <w:rPr>
          <w:rStyle w:val="Hyperlink"/>
          <w:sz w:val="14"/>
          <w:szCs w:val="14"/>
          <w:lang w:val="de-DE"/>
        </w:rPr>
        <w:t>www.giz.de</w:t>
      </w:r>
    </w:hyperlink>
    <w:r w:rsidRPr="009606C0">
      <w:rPr>
        <w:sz w:val="14"/>
        <w:szCs w:val="14"/>
        <w:lang w:val="de-DE"/>
      </w:rPr>
      <w:t xml:space="preserve"> </w:t>
    </w:r>
  </w:p>
  <w:p w14:paraId="61F94392" w14:textId="77777777" w:rsidR="008C75C6" w:rsidRPr="009606C0" w:rsidRDefault="008C75C6">
    <w:pPr>
      <w:pStyle w:val="Footer"/>
      <w:rPr>
        <w:lang w:val="de-DE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8A9F40" w14:textId="77777777" w:rsidR="008C75C6" w:rsidRPr="009606C0" w:rsidRDefault="008C75C6">
    <w:pPr>
      <w:pStyle w:val="Footer"/>
      <w:rPr>
        <w:sz w:val="14"/>
        <w:szCs w:val="14"/>
        <w:lang w:val="de-DE"/>
      </w:rPr>
    </w:pPr>
    <w:r w:rsidRPr="009606C0">
      <w:rPr>
        <w:sz w:val="14"/>
        <w:szCs w:val="14"/>
        <w:lang w:val="de-DE"/>
      </w:rPr>
      <w:t>Deutsche Gesellschaft für Internationale Zusammenarbeit (GIZ) GmbH • Friedrich-Ebert-Allee 36 + 40 • 53113 Bonn • T +49 228 44 60-0 • F +49 228 4460-1766 Dag-Hammarskjöld-Weg 1-5 • 65760 Eschborn/Deutschland.</w:t>
    </w:r>
  </w:p>
  <w:p w14:paraId="540C040F" w14:textId="77777777" w:rsidR="008C75C6" w:rsidRPr="009606C0" w:rsidRDefault="008C75C6">
    <w:pPr>
      <w:pStyle w:val="Footer"/>
      <w:rPr>
        <w:sz w:val="14"/>
        <w:szCs w:val="14"/>
        <w:lang w:val="de-DE"/>
      </w:rPr>
    </w:pPr>
    <w:r w:rsidRPr="009606C0">
      <w:rPr>
        <w:sz w:val="14"/>
        <w:szCs w:val="14"/>
        <w:lang w:val="de-DE"/>
      </w:rPr>
      <w:t xml:space="preserve">T  +49 61 96 79-0 • F +49 61 96 79-11 15 • E info@giz.de •I </w:t>
    </w:r>
    <w:hyperlink r:id="rId1" w:history="1">
      <w:r w:rsidRPr="009606C0">
        <w:rPr>
          <w:rStyle w:val="Hyperlink"/>
          <w:sz w:val="14"/>
          <w:szCs w:val="14"/>
          <w:lang w:val="de-DE"/>
        </w:rPr>
        <w:t>www.giz.de</w:t>
      </w:r>
    </w:hyperlink>
    <w:r w:rsidRPr="009606C0">
      <w:rPr>
        <w:sz w:val="14"/>
        <w:szCs w:val="14"/>
        <w:lang w:val="de-DE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B474EB8" w14:textId="77777777" w:rsidR="00C0139B" w:rsidRDefault="00C0139B" w:rsidP="006B6047">
      <w:r>
        <w:separator/>
      </w:r>
    </w:p>
    <w:p w14:paraId="19A396B4" w14:textId="77777777" w:rsidR="00C0139B" w:rsidRDefault="00C0139B" w:rsidP="006B6047"/>
    <w:p w14:paraId="33D93129" w14:textId="77777777" w:rsidR="00C0139B" w:rsidRDefault="00C0139B" w:rsidP="006B6047"/>
    <w:p w14:paraId="2E3FCD75" w14:textId="77777777" w:rsidR="00C0139B" w:rsidRDefault="00C0139B" w:rsidP="006B6047"/>
    <w:p w14:paraId="60B9D9FE" w14:textId="77777777" w:rsidR="00C0139B" w:rsidRDefault="00C0139B" w:rsidP="006B6047"/>
  </w:footnote>
  <w:footnote w:type="continuationSeparator" w:id="0">
    <w:p w14:paraId="1C664AF0" w14:textId="77777777" w:rsidR="00C0139B" w:rsidRDefault="00C0139B" w:rsidP="006B6047">
      <w:r>
        <w:continuationSeparator/>
      </w:r>
    </w:p>
    <w:p w14:paraId="1B55A0AC" w14:textId="77777777" w:rsidR="00C0139B" w:rsidRDefault="00C0139B" w:rsidP="006B6047"/>
    <w:p w14:paraId="3F01A4E6" w14:textId="77777777" w:rsidR="00C0139B" w:rsidRDefault="00C0139B" w:rsidP="006B6047"/>
    <w:p w14:paraId="3D1FF128" w14:textId="77777777" w:rsidR="00C0139B" w:rsidRDefault="00C0139B" w:rsidP="006B6047"/>
    <w:p w14:paraId="0D737110" w14:textId="77777777" w:rsidR="00C0139B" w:rsidRDefault="00C0139B" w:rsidP="006B604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96E52E" w14:textId="0A892C7F" w:rsidR="0041726E" w:rsidRPr="0073773E" w:rsidRDefault="009606C0" w:rsidP="002E51F9">
    <w:pPr>
      <w:pStyle w:val="Header"/>
      <w:spacing w:line="240" w:lineRule="auto"/>
      <w:rPr>
        <w:vanish/>
        <w:sz w:val="2"/>
        <w:szCs w:val="2"/>
      </w:rPr>
    </w:pPr>
    <w:r>
      <w:rPr>
        <w:noProof/>
      </w:rPr>
      <w:drawing>
        <wp:anchor distT="0" distB="0" distL="114300" distR="114300" simplePos="0" relativeHeight="251661312" behindDoc="0" locked="0" layoutInCell="1" allowOverlap="1" wp14:anchorId="43FC6613" wp14:editId="790D33CD">
          <wp:simplePos x="0" y="0"/>
          <wp:positionH relativeFrom="column">
            <wp:posOffset>3690620</wp:posOffset>
          </wp:positionH>
          <wp:positionV relativeFrom="paragraph">
            <wp:posOffset>111760</wp:posOffset>
          </wp:positionV>
          <wp:extent cx="1943735" cy="882015"/>
          <wp:effectExtent l="0" t="0" r="0" b="0"/>
          <wp:wrapNone/>
          <wp:docPr id="1642192297" name="logo_is" hidden="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is" hidden="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3735" cy="8820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4294967294" distB="4294967294" distL="114300" distR="114300" simplePos="0" relativeHeight="251655168" behindDoc="0" locked="0" layoutInCell="0" allowOverlap="0" wp14:anchorId="44E4D2F3" wp14:editId="65A3BCC3">
              <wp:simplePos x="0" y="0"/>
              <wp:positionH relativeFrom="page">
                <wp:posOffset>179070</wp:posOffset>
              </wp:positionH>
              <wp:positionV relativeFrom="page">
                <wp:posOffset>5344159</wp:posOffset>
              </wp:positionV>
              <wp:extent cx="179070" cy="0"/>
              <wp:effectExtent l="0" t="0" r="0" b="0"/>
              <wp:wrapNone/>
              <wp:docPr id="7" name="Gerade Verbindung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 bwMode="auto">
                      <a:xfrm>
                        <a:off x="0" y="0"/>
                        <a:ext cx="179070" cy="0"/>
                      </a:xfrm>
                      <a:prstGeom prst="line">
                        <a:avLst/>
                      </a:prstGeom>
                      <a:solidFill>
                        <a:srgbClr val="FFFFFF"/>
                      </a:solidFill>
                      <a:ln w="3175" cap="flat" cmpd="sng" algn="ctr">
                        <a:solidFill>
                          <a:srgbClr val="005588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  <a:effectLst/>
                      <a:extLs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chemeClr val="bg2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455E125" id="Gerade Verbindung 7" o:spid="_x0000_s1026" style="position:absolute;z-index:251655168;visibility:visible;mso-wrap-style:square;mso-width-percent:0;mso-height-percent:0;mso-wrap-distance-left:9pt;mso-wrap-distance-top:-6e-5mm;mso-wrap-distance-right:9pt;mso-wrap-distance-bottom:-6e-5mm;mso-position-horizontal:absolute;mso-position-horizontal-relative:page;mso-position-vertical:absolute;mso-position-vertical-relative:page;mso-width-percent:0;mso-height-percent:0;mso-width-relative:margin;mso-height-relative:page" from="14.1pt,420.8pt" to="28.2pt,420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" o:allowincell="f" o:allowoverlap="f" filled="t" strokecolor="#058" strokeweight=".25pt">
              <v:shadow color="#e7e6e6 [3214]"/>
              <o:lock v:ext="edit" shapetype="f"/>
              <w10:wrap anchorx="page" anchory="page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4294967294" distB="4294967294" distL="114300" distR="114300" simplePos="0" relativeHeight="251654144" behindDoc="0" locked="0" layoutInCell="0" allowOverlap="0" wp14:anchorId="197D8B46" wp14:editId="136AB2D8">
              <wp:simplePos x="0" y="0"/>
              <wp:positionH relativeFrom="page">
                <wp:posOffset>179070</wp:posOffset>
              </wp:positionH>
              <wp:positionV relativeFrom="page">
                <wp:posOffset>3781424</wp:posOffset>
              </wp:positionV>
              <wp:extent cx="179070" cy="0"/>
              <wp:effectExtent l="0" t="0" r="0" b="0"/>
              <wp:wrapNone/>
              <wp:docPr id="1443225123" name="Gerade Verbindung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 bwMode="auto">
                      <a:xfrm>
                        <a:off x="0" y="0"/>
                        <a:ext cx="179070" cy="0"/>
                      </a:xfrm>
                      <a:prstGeom prst="line">
                        <a:avLst/>
                      </a:prstGeom>
                      <a:solidFill>
                        <a:srgbClr val="FFFFFF"/>
                      </a:solidFill>
                      <a:ln w="3175" cap="flat" cmpd="sng" algn="ctr">
                        <a:solidFill>
                          <a:srgbClr val="005588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  <a:effectLst/>
                      <a:extLs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chemeClr val="bg2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9ABF441" id="Gerade Verbindung 6" o:spid="_x0000_s1026" style="position:absolute;z-index:251654144;visibility:visible;mso-wrap-style:square;mso-width-percent:0;mso-height-percent:0;mso-wrap-distance-left:9pt;mso-wrap-distance-top:-6e-5mm;mso-wrap-distance-right:9pt;mso-wrap-distance-bottom:-6e-5mm;mso-position-horizontal:absolute;mso-position-horizontal-relative:page;mso-position-vertical:absolute;mso-position-vertical-relative:page;mso-width-percent:0;mso-height-percent:0;mso-width-relative:margin;mso-height-relative:page" from="14.1pt,297.75pt" to="28.2pt,297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" o:allowincell="f" o:allowoverlap="f" filled="t" strokecolor="#058" strokeweight=".25pt">
              <v:shadow color="#e7e6e6 [3214]"/>
              <o:lock v:ext="edit" shapetype="f"/>
              <w10:wrap anchorx="page" anchory="page"/>
            </v:line>
          </w:pict>
        </mc:Fallback>
      </mc:AlternateContent>
    </w:r>
    <w:r>
      <w:rPr>
        <w:noProof/>
      </w:rPr>
      <w:drawing>
        <wp:anchor distT="0" distB="0" distL="114300" distR="114300" simplePos="0" relativeHeight="251656192" behindDoc="0" locked="0" layoutInCell="0" allowOverlap="1" wp14:anchorId="0054AB7D" wp14:editId="3C94ADCC">
          <wp:simplePos x="0" y="0"/>
          <wp:positionH relativeFrom="page">
            <wp:posOffset>4949190</wp:posOffset>
          </wp:positionH>
          <wp:positionV relativeFrom="page">
            <wp:posOffset>760095</wp:posOffset>
          </wp:positionV>
          <wp:extent cx="1686560" cy="445135"/>
          <wp:effectExtent l="0" t="0" r="0" b="0"/>
          <wp:wrapNone/>
          <wp:docPr id="6" name="Grafi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8305" t="22655" r="13051" b="27940"/>
                  <a:stretch>
                    <a:fillRect/>
                  </a:stretch>
                </pic:blipFill>
                <pic:spPr bwMode="auto">
                  <a:xfrm>
                    <a:off x="0" y="0"/>
                    <a:ext cx="1686560" cy="4451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DE3165D" w14:textId="77777777" w:rsidR="0041726E" w:rsidRPr="002E51F9" w:rsidRDefault="0041726E" w:rsidP="002E51F9">
    <w:pPr>
      <w:pStyle w:val="Header"/>
      <w:spacing w:line="240" w:lineRule="auto"/>
      <w:rPr>
        <w:vanish/>
        <w:sz w:val="2"/>
        <w:szCs w:val="2"/>
      </w:rPr>
    </w:pPr>
  </w:p>
  <w:p w14:paraId="7BDDC2FA" w14:textId="77777777" w:rsidR="0041726E" w:rsidRPr="002E51F9" w:rsidRDefault="0041726E" w:rsidP="002E51F9">
    <w:pPr>
      <w:pStyle w:val="Header"/>
      <w:spacing w:after="1540"/>
    </w:pPr>
  </w:p>
  <w:p w14:paraId="058DDED2" w14:textId="77777777" w:rsidR="0041726E" w:rsidRPr="00BA1588" w:rsidRDefault="0041726E" w:rsidP="001955D4">
    <w:pPr>
      <w:pStyle w:val="Header"/>
      <w:rPr>
        <w:lang w:val="id-ID"/>
      </w:rPr>
    </w:pPr>
    <w:bookmarkStart w:id="2" w:name="tw_page"/>
    <w:r w:rsidRPr="00892553">
      <w:rPr>
        <w:lang w:val="de-DE"/>
      </w:rPr>
      <w:t>Seite</w:t>
    </w:r>
    <w:bookmarkEnd w:id="2"/>
    <w:r w:rsidRPr="00892553">
      <w:rPr>
        <w:lang w:val="de-DE"/>
      </w:rPr>
      <w:t xml:space="preserve"> </w:t>
    </w:r>
    <w:r w:rsidRPr="006B6047">
      <w:fldChar w:fldCharType="begin"/>
    </w:r>
    <w:r w:rsidRPr="00892553">
      <w:rPr>
        <w:lang w:val="de-DE"/>
      </w:rPr>
      <w:instrText xml:space="preserve"> PAGE  \* Arabic  \* MERGEFORMAT </w:instrText>
    </w:r>
    <w:r w:rsidRPr="006B6047">
      <w:fldChar w:fldCharType="separate"/>
    </w:r>
    <w:r w:rsidR="0073359A">
      <w:rPr>
        <w:noProof/>
        <w:lang w:val="de-DE"/>
      </w:rPr>
      <w:t>2</w:t>
    </w:r>
    <w:r w:rsidRPr="006B6047">
      <w:fldChar w:fldCharType="end"/>
    </w:r>
    <w:r w:rsidRPr="00892553">
      <w:rPr>
        <w:lang w:val="de-DE"/>
      </w:rPr>
      <w:t>/</w:t>
    </w:r>
    <w:r>
      <w:fldChar w:fldCharType="begin"/>
    </w:r>
    <w:r w:rsidRPr="00892553">
      <w:rPr>
        <w:lang w:val="de-DE"/>
      </w:rPr>
      <w:instrText xml:space="preserve"> NUMPAGES  \* Arabic  \* MERGEFORMAT </w:instrText>
    </w:r>
    <w:r>
      <w:fldChar w:fldCharType="separate"/>
    </w:r>
    <w:r w:rsidR="0073359A">
      <w:rPr>
        <w:noProof/>
        <w:lang w:val="de-DE"/>
      </w:rPr>
      <w:t>4</w:t>
    </w:r>
    <w:r>
      <w:rPr>
        <w:noProof/>
      </w:rPr>
      <w:fldChar w:fldCharType="end"/>
    </w:r>
    <w:r w:rsidRPr="00892553">
      <w:rPr>
        <w:lang w:val="de-DE"/>
      </w:rPr>
      <w:t xml:space="preserve">, </w:t>
    </w:r>
  </w:p>
  <w:p w14:paraId="2EA9C447" w14:textId="77777777" w:rsidR="0041726E" w:rsidRPr="00892553" w:rsidRDefault="0041726E" w:rsidP="007F64BA">
    <w:pPr>
      <w:spacing w:line="240" w:lineRule="auto"/>
      <w:rPr>
        <w:sz w:val="16"/>
        <w:szCs w:val="16"/>
        <w:lang w:val="de-DE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D9B34F" w14:textId="749D6AE0" w:rsidR="0041726E" w:rsidRPr="002029AA" w:rsidRDefault="009606C0" w:rsidP="006B6047">
    <w:pPr>
      <w:pStyle w:val="Header"/>
      <w:rPr>
        <w:b/>
        <w:vanish/>
        <w:sz w:val="24"/>
        <w:szCs w:val="24"/>
        <w:u w:val="single"/>
      </w:rPr>
    </w:pPr>
    <w:r>
      <w:rPr>
        <w:noProof/>
      </w:rPr>
      <w:drawing>
        <wp:anchor distT="0" distB="0" distL="114300" distR="114300" simplePos="0" relativeHeight="251657216" behindDoc="0" locked="0" layoutInCell="0" allowOverlap="1" wp14:anchorId="4B439095" wp14:editId="32AEBD35">
          <wp:simplePos x="0" y="0"/>
          <wp:positionH relativeFrom="page">
            <wp:posOffset>5037455</wp:posOffset>
          </wp:positionH>
          <wp:positionV relativeFrom="page">
            <wp:posOffset>606425</wp:posOffset>
          </wp:positionV>
          <wp:extent cx="1692910" cy="441960"/>
          <wp:effectExtent l="0" t="0" r="0" b="0"/>
          <wp:wrapNone/>
          <wp:docPr id="4" name="Grafi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8305" t="22655" r="13051" b="27940"/>
                  <a:stretch>
                    <a:fillRect/>
                  </a:stretch>
                </pic:blipFill>
                <pic:spPr bwMode="auto">
                  <a:xfrm>
                    <a:off x="0" y="0"/>
                    <a:ext cx="1692910" cy="4419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0288" behindDoc="0" locked="0" layoutInCell="1" allowOverlap="1" wp14:anchorId="7A0E8A7B" wp14:editId="5E6BF4B6">
          <wp:simplePos x="0" y="0"/>
          <wp:positionH relativeFrom="column">
            <wp:posOffset>3690620</wp:posOffset>
          </wp:positionH>
          <wp:positionV relativeFrom="paragraph">
            <wp:posOffset>112395</wp:posOffset>
          </wp:positionV>
          <wp:extent cx="1943735" cy="882015"/>
          <wp:effectExtent l="0" t="0" r="0" b="0"/>
          <wp:wrapNone/>
          <wp:docPr id="5" name="logo_is" hidden="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is" hidden="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3735" cy="8820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0C0A0E9" w14:textId="2E374758" w:rsidR="0041726E" w:rsidRPr="005275F9" w:rsidRDefault="009606C0" w:rsidP="006B6047">
    <w:pPr>
      <w:pStyle w:val="Header"/>
    </w:pPr>
    <w:r>
      <w:rPr>
        <w:noProof/>
      </w:rPr>
      <mc:AlternateContent>
        <mc:Choice Requires="wps">
          <w:drawing>
            <wp:anchor distT="4294967294" distB="4294967294" distL="114300" distR="114300" simplePos="0" relativeHeight="251658240" behindDoc="0" locked="0" layoutInCell="0" allowOverlap="0" wp14:anchorId="1AE37D8F" wp14:editId="6E2C2293">
              <wp:simplePos x="0" y="0"/>
              <wp:positionH relativeFrom="page">
                <wp:posOffset>180340</wp:posOffset>
              </wp:positionH>
              <wp:positionV relativeFrom="page">
                <wp:posOffset>3780789</wp:posOffset>
              </wp:positionV>
              <wp:extent cx="179705" cy="0"/>
              <wp:effectExtent l="0" t="0" r="0" b="0"/>
              <wp:wrapNone/>
              <wp:docPr id="8" name="Gerade Verbindung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 bwMode="auto">
                      <a:xfrm>
                        <a:off x="0" y="0"/>
                        <a:ext cx="179705" cy="0"/>
                      </a:xfrm>
                      <a:prstGeom prst="line">
                        <a:avLst/>
                      </a:prstGeom>
                      <a:solidFill>
                        <a:srgbClr val="FFFFFF"/>
                      </a:solidFill>
                      <a:ln w="3175" cap="flat" cmpd="sng" algn="ctr">
                        <a:solidFill>
                          <a:srgbClr val="005588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  <a:effectLst/>
                      <a:extLs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chemeClr val="bg2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23E6615" id="Gerade Verbindung 8" o:spid="_x0000_s1026" style="position:absolute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page;mso-position-vertical:absolute;mso-position-vertical-relative:page;mso-width-percent:0;mso-height-percent:0;mso-width-relative:margin;mso-height-relative:page" from="14.2pt,297.7pt" to="28.35pt,297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" o:allowincell="f" o:allowoverlap="f" filled="t" strokecolor="#058" strokeweight=".25pt">
              <v:shadow color="#e7e6e6 [3214]"/>
              <o:lock v:ext="edit" shapetype="f"/>
              <w10:wrap anchorx="page" anchory="page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4294967294" distB="4294967294" distL="114300" distR="114300" simplePos="0" relativeHeight="251659264" behindDoc="0" locked="0" layoutInCell="0" allowOverlap="0" wp14:anchorId="24548794" wp14:editId="755A553E">
              <wp:simplePos x="0" y="0"/>
              <wp:positionH relativeFrom="page">
                <wp:posOffset>180340</wp:posOffset>
              </wp:positionH>
              <wp:positionV relativeFrom="page">
                <wp:posOffset>5346699</wp:posOffset>
              </wp:positionV>
              <wp:extent cx="179705" cy="0"/>
              <wp:effectExtent l="0" t="0" r="0" b="0"/>
              <wp:wrapNone/>
              <wp:docPr id="9" name="Gerade Verbindung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 bwMode="auto">
                      <a:xfrm>
                        <a:off x="0" y="0"/>
                        <a:ext cx="179705" cy="0"/>
                      </a:xfrm>
                      <a:prstGeom prst="line">
                        <a:avLst/>
                      </a:prstGeom>
                      <a:solidFill>
                        <a:srgbClr val="FFFFFF"/>
                      </a:solidFill>
                      <a:ln w="3175" cap="flat" cmpd="sng" algn="ctr">
                        <a:solidFill>
                          <a:srgbClr val="005588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  <a:effectLst/>
                      <a:extLs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chemeClr val="bg2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76F0999" id="Gerade Verbindung 9" o:spid="_x0000_s1026" style="position:absolute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page;mso-position-vertical:absolute;mso-position-vertical-relative:page;mso-width-percent:0;mso-height-percent:0;mso-width-relative:margin;mso-height-relative:page" from="14.2pt,421pt" to="28.35pt,42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" o:allowincell="f" o:allowoverlap="f" filled="t" strokecolor="#058" strokeweight=".25pt">
              <v:shadow color="#e7e6e6 [3214]"/>
              <o:lock v:ext="edit" shapetype="f"/>
              <w10:wrap anchorx="page" anchory="page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767B7F"/>
    <w:multiLevelType w:val="hybridMultilevel"/>
    <w:tmpl w:val="2B20C77E"/>
    <w:lvl w:ilvl="0" w:tplc="0421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F22693"/>
    <w:multiLevelType w:val="hybridMultilevel"/>
    <w:tmpl w:val="8F5E9228"/>
    <w:lvl w:ilvl="0" w:tplc="3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4D579B"/>
    <w:multiLevelType w:val="hybridMultilevel"/>
    <w:tmpl w:val="0408F338"/>
    <w:lvl w:ilvl="0" w:tplc="00F4E1B8">
      <w:start w:val="1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3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3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3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3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3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3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3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3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E24713E"/>
    <w:multiLevelType w:val="hybridMultilevel"/>
    <w:tmpl w:val="37762746"/>
    <w:lvl w:ilvl="0" w:tplc="0421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C7E6DD3"/>
    <w:multiLevelType w:val="multilevel"/>
    <w:tmpl w:val="6D1EB4BA"/>
    <w:lvl w:ilvl="0">
      <w:start w:val="1"/>
      <w:numFmt w:val="decimal"/>
      <w:lvlRestart w:val="0"/>
      <w:pStyle w:val="Heading1"/>
      <w:lvlText w:val="%1."/>
      <w:lvlJc w:val="left"/>
      <w:pPr>
        <w:tabs>
          <w:tab w:val="num" w:pos="357"/>
        </w:tabs>
        <w:ind w:left="357" w:hanging="357"/>
      </w:pPr>
    </w:lvl>
    <w:lvl w:ilvl="1">
      <w:start w:val="1"/>
      <w:numFmt w:val="decimal"/>
      <w:pStyle w:val="Heading2"/>
      <w:lvlText w:val="%1.%2."/>
      <w:lvlJc w:val="left"/>
      <w:pPr>
        <w:tabs>
          <w:tab w:val="num" w:pos="431"/>
        </w:tabs>
        <w:ind w:left="431" w:hanging="431"/>
      </w:pPr>
    </w:lvl>
    <w:lvl w:ilvl="2">
      <w:start w:val="1"/>
      <w:numFmt w:val="decimal"/>
      <w:pStyle w:val="Heading3"/>
      <w:lvlText w:val="%1.%2.%3."/>
      <w:lvlJc w:val="left"/>
      <w:pPr>
        <w:tabs>
          <w:tab w:val="num" w:pos="505"/>
        </w:tabs>
        <w:ind w:left="505" w:hanging="50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5" w15:restartNumberingAfterBreak="0">
    <w:nsid w:val="3FA31147"/>
    <w:multiLevelType w:val="hybridMultilevel"/>
    <w:tmpl w:val="2BD4AF60"/>
    <w:lvl w:ilvl="0" w:tplc="AB28CBB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A585AC3"/>
    <w:multiLevelType w:val="hybridMultilevel"/>
    <w:tmpl w:val="519071F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4E1B1B7C"/>
    <w:multiLevelType w:val="singleLevel"/>
    <w:tmpl w:val="6CA21186"/>
    <w:lvl w:ilvl="0">
      <w:start w:val="1"/>
      <w:numFmt w:val="bullet"/>
      <w:lvlText w:val="‡"/>
      <w:lvlJc w:val="left"/>
      <w:pPr>
        <w:tabs>
          <w:tab w:val="num" w:pos="170"/>
        </w:tabs>
        <w:ind w:left="0" w:firstLine="0"/>
      </w:pPr>
      <w:rPr>
        <w:rFonts w:ascii="DekaFrutiger 45 Light" w:hAnsi="DekaFrutiger 45 Light" w:hint="default"/>
        <w:b w:val="0"/>
        <w:i w:val="0"/>
        <w:color w:val="FF0000"/>
        <w:sz w:val="18"/>
      </w:rPr>
    </w:lvl>
  </w:abstractNum>
  <w:abstractNum w:abstractNumId="8" w15:restartNumberingAfterBreak="0">
    <w:nsid w:val="5AE66630"/>
    <w:multiLevelType w:val="hybridMultilevel"/>
    <w:tmpl w:val="67A0025C"/>
    <w:lvl w:ilvl="0" w:tplc="C55A92DC">
      <w:start w:val="1"/>
      <w:numFmt w:val="bullet"/>
      <w:lvlText w:val="‡"/>
      <w:lvlJc w:val="left"/>
      <w:pPr>
        <w:tabs>
          <w:tab w:val="num" w:pos="255"/>
        </w:tabs>
        <w:ind w:left="255" w:hanging="142"/>
      </w:pPr>
      <w:rPr>
        <w:rFonts w:ascii="DekaFrutiger 45 Light" w:hAnsi="DekaFrutiger 45 Light" w:hint="default"/>
        <w:color w:val="005588"/>
        <w:sz w:val="18"/>
      </w:rPr>
    </w:lvl>
    <w:lvl w:ilvl="1" w:tplc="0407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color w:val="DF0030"/>
        <w:sz w:val="18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C00259B"/>
    <w:multiLevelType w:val="hybridMultilevel"/>
    <w:tmpl w:val="D56C08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D92075C"/>
    <w:multiLevelType w:val="multilevel"/>
    <w:tmpl w:val="B1F6D8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68391371"/>
    <w:multiLevelType w:val="hybridMultilevel"/>
    <w:tmpl w:val="EC645800"/>
    <w:lvl w:ilvl="0" w:tplc="0421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97D3AAB"/>
    <w:multiLevelType w:val="hybridMultilevel"/>
    <w:tmpl w:val="C39E35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2AF7EAE"/>
    <w:multiLevelType w:val="hybridMultilevel"/>
    <w:tmpl w:val="961C1742"/>
    <w:lvl w:ilvl="0" w:tplc="3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5D423CC"/>
    <w:multiLevelType w:val="hybridMultilevel"/>
    <w:tmpl w:val="D1CC30E2"/>
    <w:lvl w:ilvl="0" w:tplc="0421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080" w:hanging="360"/>
      </w:pPr>
    </w:lvl>
    <w:lvl w:ilvl="2" w:tplc="0421001B" w:tentative="1">
      <w:start w:val="1"/>
      <w:numFmt w:val="lowerRoman"/>
      <w:lvlText w:val="%3."/>
      <w:lvlJc w:val="right"/>
      <w:pPr>
        <w:ind w:left="1800" w:hanging="180"/>
      </w:pPr>
    </w:lvl>
    <w:lvl w:ilvl="3" w:tplc="0421000F" w:tentative="1">
      <w:start w:val="1"/>
      <w:numFmt w:val="decimal"/>
      <w:lvlText w:val="%4."/>
      <w:lvlJc w:val="left"/>
      <w:pPr>
        <w:ind w:left="2520" w:hanging="360"/>
      </w:pPr>
    </w:lvl>
    <w:lvl w:ilvl="4" w:tplc="04210019" w:tentative="1">
      <w:start w:val="1"/>
      <w:numFmt w:val="lowerLetter"/>
      <w:lvlText w:val="%5."/>
      <w:lvlJc w:val="left"/>
      <w:pPr>
        <w:ind w:left="3240" w:hanging="360"/>
      </w:pPr>
    </w:lvl>
    <w:lvl w:ilvl="5" w:tplc="0421001B" w:tentative="1">
      <w:start w:val="1"/>
      <w:numFmt w:val="lowerRoman"/>
      <w:lvlText w:val="%6."/>
      <w:lvlJc w:val="right"/>
      <w:pPr>
        <w:ind w:left="3960" w:hanging="180"/>
      </w:pPr>
    </w:lvl>
    <w:lvl w:ilvl="6" w:tplc="0421000F" w:tentative="1">
      <w:start w:val="1"/>
      <w:numFmt w:val="decimal"/>
      <w:lvlText w:val="%7."/>
      <w:lvlJc w:val="left"/>
      <w:pPr>
        <w:ind w:left="4680" w:hanging="360"/>
      </w:pPr>
    </w:lvl>
    <w:lvl w:ilvl="7" w:tplc="04210019" w:tentative="1">
      <w:start w:val="1"/>
      <w:numFmt w:val="lowerLetter"/>
      <w:lvlText w:val="%8."/>
      <w:lvlJc w:val="left"/>
      <w:pPr>
        <w:ind w:left="5400" w:hanging="360"/>
      </w:pPr>
    </w:lvl>
    <w:lvl w:ilvl="8" w:tplc="0421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7DB558ED"/>
    <w:multiLevelType w:val="hybridMultilevel"/>
    <w:tmpl w:val="40F44DCA"/>
    <w:lvl w:ilvl="0" w:tplc="17B025C4">
      <w:start w:val="1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3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3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3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3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3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3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3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3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89222447">
    <w:abstractNumId w:val="8"/>
  </w:num>
  <w:num w:numId="2" w16cid:durableId="648248349">
    <w:abstractNumId w:val="7"/>
  </w:num>
  <w:num w:numId="3" w16cid:durableId="735015487">
    <w:abstractNumId w:val="4"/>
  </w:num>
  <w:num w:numId="4" w16cid:durableId="684330267">
    <w:abstractNumId w:val="4"/>
  </w:num>
  <w:num w:numId="5" w16cid:durableId="156767218">
    <w:abstractNumId w:val="4"/>
  </w:num>
  <w:num w:numId="6" w16cid:durableId="1811509739">
    <w:abstractNumId w:val="8"/>
  </w:num>
  <w:num w:numId="7" w16cid:durableId="277371233">
    <w:abstractNumId w:val="7"/>
  </w:num>
  <w:num w:numId="8" w16cid:durableId="414211449">
    <w:abstractNumId w:val="5"/>
  </w:num>
  <w:num w:numId="9" w16cid:durableId="921986536">
    <w:abstractNumId w:val="6"/>
  </w:num>
  <w:num w:numId="10" w16cid:durableId="1237399771">
    <w:abstractNumId w:val="12"/>
  </w:num>
  <w:num w:numId="11" w16cid:durableId="1856339744">
    <w:abstractNumId w:val="9"/>
  </w:num>
  <w:num w:numId="12" w16cid:durableId="938874325">
    <w:abstractNumId w:val="14"/>
  </w:num>
  <w:num w:numId="13" w16cid:durableId="1141770000">
    <w:abstractNumId w:val="10"/>
  </w:num>
  <w:num w:numId="14" w16cid:durableId="361711022">
    <w:abstractNumId w:val="3"/>
  </w:num>
  <w:num w:numId="15" w16cid:durableId="1912151071">
    <w:abstractNumId w:val="11"/>
  </w:num>
  <w:num w:numId="16" w16cid:durableId="161623155">
    <w:abstractNumId w:val="0"/>
  </w:num>
  <w:num w:numId="17" w16cid:durableId="73862059">
    <w:abstractNumId w:val="2"/>
  </w:num>
  <w:num w:numId="18" w16cid:durableId="1241333555">
    <w:abstractNumId w:val="15"/>
  </w:num>
  <w:num w:numId="19" w16cid:durableId="1489128026">
    <w:abstractNumId w:val="13"/>
  </w:num>
  <w:num w:numId="20" w16cid:durableId="47494921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6839"/>
    <w:rsid w:val="00001F65"/>
    <w:rsid w:val="0000338B"/>
    <w:rsid w:val="000042A1"/>
    <w:rsid w:val="000055B4"/>
    <w:rsid w:val="00005E3E"/>
    <w:rsid w:val="00013CA0"/>
    <w:rsid w:val="000434C5"/>
    <w:rsid w:val="00043A3F"/>
    <w:rsid w:val="00052146"/>
    <w:rsid w:val="00054142"/>
    <w:rsid w:val="00055264"/>
    <w:rsid w:val="00056B33"/>
    <w:rsid w:val="00060C66"/>
    <w:rsid w:val="00064AD8"/>
    <w:rsid w:val="00065DD4"/>
    <w:rsid w:val="00066535"/>
    <w:rsid w:val="00066913"/>
    <w:rsid w:val="00070491"/>
    <w:rsid w:val="00070EBE"/>
    <w:rsid w:val="000776F1"/>
    <w:rsid w:val="00085198"/>
    <w:rsid w:val="00086D2D"/>
    <w:rsid w:val="000922DD"/>
    <w:rsid w:val="00093DDA"/>
    <w:rsid w:val="000A1D13"/>
    <w:rsid w:val="000A6D20"/>
    <w:rsid w:val="000B2191"/>
    <w:rsid w:val="000B422A"/>
    <w:rsid w:val="000C2123"/>
    <w:rsid w:val="000C262C"/>
    <w:rsid w:val="000C42CE"/>
    <w:rsid w:val="000C4C70"/>
    <w:rsid w:val="000D0FFE"/>
    <w:rsid w:val="000D62F7"/>
    <w:rsid w:val="000E0F7D"/>
    <w:rsid w:val="000E5A2F"/>
    <w:rsid w:val="000E6C25"/>
    <w:rsid w:val="000E7C56"/>
    <w:rsid w:val="000F55CE"/>
    <w:rsid w:val="00110D59"/>
    <w:rsid w:val="00112791"/>
    <w:rsid w:val="00116117"/>
    <w:rsid w:val="001201E7"/>
    <w:rsid w:val="0012372C"/>
    <w:rsid w:val="00124F17"/>
    <w:rsid w:val="00125D00"/>
    <w:rsid w:val="0015523F"/>
    <w:rsid w:val="00170457"/>
    <w:rsid w:val="00171A5E"/>
    <w:rsid w:val="00171BDB"/>
    <w:rsid w:val="00172ABB"/>
    <w:rsid w:val="001757AA"/>
    <w:rsid w:val="00181798"/>
    <w:rsid w:val="00182741"/>
    <w:rsid w:val="00185F13"/>
    <w:rsid w:val="001906E1"/>
    <w:rsid w:val="001955D4"/>
    <w:rsid w:val="00195650"/>
    <w:rsid w:val="001A291C"/>
    <w:rsid w:val="001A75D4"/>
    <w:rsid w:val="001B27C3"/>
    <w:rsid w:val="001C4E6C"/>
    <w:rsid w:val="001D2A52"/>
    <w:rsid w:val="001D3931"/>
    <w:rsid w:val="001E0617"/>
    <w:rsid w:val="001E6ED4"/>
    <w:rsid w:val="001F1419"/>
    <w:rsid w:val="001F572B"/>
    <w:rsid w:val="0020233C"/>
    <w:rsid w:val="002029AA"/>
    <w:rsid w:val="002154CD"/>
    <w:rsid w:val="00215B3E"/>
    <w:rsid w:val="002166B2"/>
    <w:rsid w:val="00217405"/>
    <w:rsid w:val="002200E7"/>
    <w:rsid w:val="002272E6"/>
    <w:rsid w:val="0023159A"/>
    <w:rsid w:val="00231DED"/>
    <w:rsid w:val="00235EB8"/>
    <w:rsid w:val="002378CF"/>
    <w:rsid w:val="00244D04"/>
    <w:rsid w:val="0025111C"/>
    <w:rsid w:val="0025184C"/>
    <w:rsid w:val="0026035A"/>
    <w:rsid w:val="002673DB"/>
    <w:rsid w:val="00271D9C"/>
    <w:rsid w:val="00272F6F"/>
    <w:rsid w:val="002865FA"/>
    <w:rsid w:val="00290F58"/>
    <w:rsid w:val="00293A25"/>
    <w:rsid w:val="002A00CA"/>
    <w:rsid w:val="002A1B88"/>
    <w:rsid w:val="002B1B85"/>
    <w:rsid w:val="002B50A8"/>
    <w:rsid w:val="002C1EF9"/>
    <w:rsid w:val="002D111E"/>
    <w:rsid w:val="002D22EF"/>
    <w:rsid w:val="002D54D2"/>
    <w:rsid w:val="002E0BE0"/>
    <w:rsid w:val="002E21ED"/>
    <w:rsid w:val="002E51F9"/>
    <w:rsid w:val="002F06FA"/>
    <w:rsid w:val="002F0C7B"/>
    <w:rsid w:val="002F1386"/>
    <w:rsid w:val="002F7123"/>
    <w:rsid w:val="0030127B"/>
    <w:rsid w:val="003040D5"/>
    <w:rsid w:val="00307F64"/>
    <w:rsid w:val="003144C3"/>
    <w:rsid w:val="00325600"/>
    <w:rsid w:val="00326BCF"/>
    <w:rsid w:val="00334381"/>
    <w:rsid w:val="0034081A"/>
    <w:rsid w:val="00340D6D"/>
    <w:rsid w:val="00344EBA"/>
    <w:rsid w:val="00346043"/>
    <w:rsid w:val="00355D86"/>
    <w:rsid w:val="00361602"/>
    <w:rsid w:val="00372126"/>
    <w:rsid w:val="00374E01"/>
    <w:rsid w:val="00381988"/>
    <w:rsid w:val="00386320"/>
    <w:rsid w:val="00386963"/>
    <w:rsid w:val="00386EF0"/>
    <w:rsid w:val="003B156D"/>
    <w:rsid w:val="003B2CB7"/>
    <w:rsid w:val="003C40A0"/>
    <w:rsid w:val="003C4656"/>
    <w:rsid w:val="003C7165"/>
    <w:rsid w:val="003D0FFA"/>
    <w:rsid w:val="003D4166"/>
    <w:rsid w:val="003D68EA"/>
    <w:rsid w:val="003E11EA"/>
    <w:rsid w:val="003E1F08"/>
    <w:rsid w:val="003E54BA"/>
    <w:rsid w:val="003F369F"/>
    <w:rsid w:val="004018C5"/>
    <w:rsid w:val="00402DF2"/>
    <w:rsid w:val="0040362B"/>
    <w:rsid w:val="00414B2B"/>
    <w:rsid w:val="0041726E"/>
    <w:rsid w:val="00420EBD"/>
    <w:rsid w:val="004265BA"/>
    <w:rsid w:val="0043707F"/>
    <w:rsid w:val="0044109F"/>
    <w:rsid w:val="00441A9B"/>
    <w:rsid w:val="004546D8"/>
    <w:rsid w:val="0045603D"/>
    <w:rsid w:val="004573B2"/>
    <w:rsid w:val="00471475"/>
    <w:rsid w:val="004734BD"/>
    <w:rsid w:val="00476753"/>
    <w:rsid w:val="004827E1"/>
    <w:rsid w:val="00483EED"/>
    <w:rsid w:val="0048469A"/>
    <w:rsid w:val="004922BB"/>
    <w:rsid w:val="004B27D7"/>
    <w:rsid w:val="004B57F4"/>
    <w:rsid w:val="004B6EF1"/>
    <w:rsid w:val="004C32C6"/>
    <w:rsid w:val="004D025C"/>
    <w:rsid w:val="004D29A6"/>
    <w:rsid w:val="004D4144"/>
    <w:rsid w:val="004E19E8"/>
    <w:rsid w:val="0050043C"/>
    <w:rsid w:val="00500BFA"/>
    <w:rsid w:val="00505889"/>
    <w:rsid w:val="005079AA"/>
    <w:rsid w:val="00507CD0"/>
    <w:rsid w:val="00507F5A"/>
    <w:rsid w:val="00520E62"/>
    <w:rsid w:val="00521C7A"/>
    <w:rsid w:val="005275F9"/>
    <w:rsid w:val="00527A96"/>
    <w:rsid w:val="00531BEC"/>
    <w:rsid w:val="00542FAE"/>
    <w:rsid w:val="0055230E"/>
    <w:rsid w:val="00554C9C"/>
    <w:rsid w:val="00560231"/>
    <w:rsid w:val="0056048A"/>
    <w:rsid w:val="00562E61"/>
    <w:rsid w:val="00566E4F"/>
    <w:rsid w:val="00574816"/>
    <w:rsid w:val="00575F5F"/>
    <w:rsid w:val="00576395"/>
    <w:rsid w:val="005808BF"/>
    <w:rsid w:val="0058335A"/>
    <w:rsid w:val="0058388C"/>
    <w:rsid w:val="00591117"/>
    <w:rsid w:val="005A7B60"/>
    <w:rsid w:val="005B0D33"/>
    <w:rsid w:val="005B7AC3"/>
    <w:rsid w:val="005C1052"/>
    <w:rsid w:val="005C6760"/>
    <w:rsid w:val="005D49EF"/>
    <w:rsid w:val="005D7E35"/>
    <w:rsid w:val="005E0527"/>
    <w:rsid w:val="005E1D13"/>
    <w:rsid w:val="005E6BCB"/>
    <w:rsid w:val="005F076E"/>
    <w:rsid w:val="005F5495"/>
    <w:rsid w:val="005F58D8"/>
    <w:rsid w:val="006044A5"/>
    <w:rsid w:val="00607563"/>
    <w:rsid w:val="0061636F"/>
    <w:rsid w:val="00617E3D"/>
    <w:rsid w:val="00621591"/>
    <w:rsid w:val="006253AB"/>
    <w:rsid w:val="006257EA"/>
    <w:rsid w:val="00637EB1"/>
    <w:rsid w:val="00642FB8"/>
    <w:rsid w:val="00645BB2"/>
    <w:rsid w:val="00650B9D"/>
    <w:rsid w:val="00657F0F"/>
    <w:rsid w:val="00663B6F"/>
    <w:rsid w:val="006647F6"/>
    <w:rsid w:val="006713E5"/>
    <w:rsid w:val="00671B85"/>
    <w:rsid w:val="006755C1"/>
    <w:rsid w:val="0068193C"/>
    <w:rsid w:val="006829E2"/>
    <w:rsid w:val="00683546"/>
    <w:rsid w:val="00686C56"/>
    <w:rsid w:val="00694408"/>
    <w:rsid w:val="006956F2"/>
    <w:rsid w:val="00696B4D"/>
    <w:rsid w:val="00697287"/>
    <w:rsid w:val="006A3564"/>
    <w:rsid w:val="006B1CF1"/>
    <w:rsid w:val="006B4CB4"/>
    <w:rsid w:val="006B57D2"/>
    <w:rsid w:val="006B6047"/>
    <w:rsid w:val="006B7F2F"/>
    <w:rsid w:val="006C5C41"/>
    <w:rsid w:val="006D1A5F"/>
    <w:rsid w:val="006F034C"/>
    <w:rsid w:val="006F054E"/>
    <w:rsid w:val="006F1063"/>
    <w:rsid w:val="006F14B9"/>
    <w:rsid w:val="006F1E9B"/>
    <w:rsid w:val="006F38C0"/>
    <w:rsid w:val="006F672F"/>
    <w:rsid w:val="007004DA"/>
    <w:rsid w:val="00700580"/>
    <w:rsid w:val="00701150"/>
    <w:rsid w:val="007013EA"/>
    <w:rsid w:val="00704436"/>
    <w:rsid w:val="00706C23"/>
    <w:rsid w:val="00715F20"/>
    <w:rsid w:val="00725624"/>
    <w:rsid w:val="007306A8"/>
    <w:rsid w:val="007330F7"/>
    <w:rsid w:val="0073359A"/>
    <w:rsid w:val="0073773E"/>
    <w:rsid w:val="007377C5"/>
    <w:rsid w:val="007418A8"/>
    <w:rsid w:val="00742998"/>
    <w:rsid w:val="007430DF"/>
    <w:rsid w:val="00756B3B"/>
    <w:rsid w:val="007751E5"/>
    <w:rsid w:val="00782CF5"/>
    <w:rsid w:val="00783F33"/>
    <w:rsid w:val="00795CCC"/>
    <w:rsid w:val="00797047"/>
    <w:rsid w:val="007A36DC"/>
    <w:rsid w:val="007B38AD"/>
    <w:rsid w:val="007B3DBA"/>
    <w:rsid w:val="007B759E"/>
    <w:rsid w:val="007C60EC"/>
    <w:rsid w:val="007C768F"/>
    <w:rsid w:val="007D0D8A"/>
    <w:rsid w:val="007D7E13"/>
    <w:rsid w:val="007F3E6B"/>
    <w:rsid w:val="007F5A38"/>
    <w:rsid w:val="007F64BA"/>
    <w:rsid w:val="00803EF2"/>
    <w:rsid w:val="0080476E"/>
    <w:rsid w:val="00811525"/>
    <w:rsid w:val="0081594D"/>
    <w:rsid w:val="008200DA"/>
    <w:rsid w:val="008323DE"/>
    <w:rsid w:val="00837FDF"/>
    <w:rsid w:val="0084372E"/>
    <w:rsid w:val="00850D80"/>
    <w:rsid w:val="00853028"/>
    <w:rsid w:val="008628F1"/>
    <w:rsid w:val="00862B2D"/>
    <w:rsid w:val="00875B14"/>
    <w:rsid w:val="00877CD7"/>
    <w:rsid w:val="00883960"/>
    <w:rsid w:val="00892553"/>
    <w:rsid w:val="00897041"/>
    <w:rsid w:val="008976F5"/>
    <w:rsid w:val="008A2568"/>
    <w:rsid w:val="008B088D"/>
    <w:rsid w:val="008B1565"/>
    <w:rsid w:val="008B2BFB"/>
    <w:rsid w:val="008B4DE2"/>
    <w:rsid w:val="008C0F74"/>
    <w:rsid w:val="008C1216"/>
    <w:rsid w:val="008C3204"/>
    <w:rsid w:val="008C35E9"/>
    <w:rsid w:val="008C37A0"/>
    <w:rsid w:val="008C75C6"/>
    <w:rsid w:val="008D1D4D"/>
    <w:rsid w:val="008E707E"/>
    <w:rsid w:val="008F3489"/>
    <w:rsid w:val="0091054C"/>
    <w:rsid w:val="00916D77"/>
    <w:rsid w:val="009249D9"/>
    <w:rsid w:val="00924C3F"/>
    <w:rsid w:val="0092538E"/>
    <w:rsid w:val="00925905"/>
    <w:rsid w:val="00927899"/>
    <w:rsid w:val="00935219"/>
    <w:rsid w:val="009427B2"/>
    <w:rsid w:val="00952939"/>
    <w:rsid w:val="00955B8D"/>
    <w:rsid w:val="0095780B"/>
    <w:rsid w:val="009606C0"/>
    <w:rsid w:val="00961546"/>
    <w:rsid w:val="00961AA6"/>
    <w:rsid w:val="009654D9"/>
    <w:rsid w:val="0096754A"/>
    <w:rsid w:val="00974A21"/>
    <w:rsid w:val="00981DCA"/>
    <w:rsid w:val="0098320B"/>
    <w:rsid w:val="00983DE2"/>
    <w:rsid w:val="0099558A"/>
    <w:rsid w:val="00996839"/>
    <w:rsid w:val="009A03F1"/>
    <w:rsid w:val="009A1148"/>
    <w:rsid w:val="009A11B5"/>
    <w:rsid w:val="009B418F"/>
    <w:rsid w:val="009B79BA"/>
    <w:rsid w:val="009C1D37"/>
    <w:rsid w:val="009C4DBB"/>
    <w:rsid w:val="009D295A"/>
    <w:rsid w:val="009D6BE9"/>
    <w:rsid w:val="009E1D96"/>
    <w:rsid w:val="009E6FBC"/>
    <w:rsid w:val="00A12416"/>
    <w:rsid w:val="00A14981"/>
    <w:rsid w:val="00A166AE"/>
    <w:rsid w:val="00A17A86"/>
    <w:rsid w:val="00A240C2"/>
    <w:rsid w:val="00A26CBB"/>
    <w:rsid w:val="00A31EA8"/>
    <w:rsid w:val="00A3286A"/>
    <w:rsid w:val="00A33933"/>
    <w:rsid w:val="00A353DE"/>
    <w:rsid w:val="00A479E7"/>
    <w:rsid w:val="00A5108D"/>
    <w:rsid w:val="00A522B9"/>
    <w:rsid w:val="00A535E3"/>
    <w:rsid w:val="00A53A5D"/>
    <w:rsid w:val="00A60D02"/>
    <w:rsid w:val="00A64E6E"/>
    <w:rsid w:val="00A72232"/>
    <w:rsid w:val="00A73AED"/>
    <w:rsid w:val="00A74BDB"/>
    <w:rsid w:val="00A80959"/>
    <w:rsid w:val="00A92285"/>
    <w:rsid w:val="00A96F0F"/>
    <w:rsid w:val="00AA22C0"/>
    <w:rsid w:val="00AA4D20"/>
    <w:rsid w:val="00AC52DB"/>
    <w:rsid w:val="00AD42B1"/>
    <w:rsid w:val="00AD721C"/>
    <w:rsid w:val="00AE5379"/>
    <w:rsid w:val="00B02F31"/>
    <w:rsid w:val="00B04D43"/>
    <w:rsid w:val="00B13B9C"/>
    <w:rsid w:val="00B14103"/>
    <w:rsid w:val="00B245F6"/>
    <w:rsid w:val="00B255E8"/>
    <w:rsid w:val="00B27EE1"/>
    <w:rsid w:val="00B3401B"/>
    <w:rsid w:val="00B35590"/>
    <w:rsid w:val="00B41C21"/>
    <w:rsid w:val="00B44B8B"/>
    <w:rsid w:val="00B60076"/>
    <w:rsid w:val="00B62586"/>
    <w:rsid w:val="00B64D07"/>
    <w:rsid w:val="00B72FED"/>
    <w:rsid w:val="00B7749F"/>
    <w:rsid w:val="00B803F4"/>
    <w:rsid w:val="00B91315"/>
    <w:rsid w:val="00B92670"/>
    <w:rsid w:val="00BA1588"/>
    <w:rsid w:val="00BA6AE0"/>
    <w:rsid w:val="00BB7EDC"/>
    <w:rsid w:val="00BC4BFC"/>
    <w:rsid w:val="00BC517F"/>
    <w:rsid w:val="00BC552F"/>
    <w:rsid w:val="00BC6648"/>
    <w:rsid w:val="00BD1F13"/>
    <w:rsid w:val="00BD2785"/>
    <w:rsid w:val="00BE2CF7"/>
    <w:rsid w:val="00BE42A9"/>
    <w:rsid w:val="00BE48F8"/>
    <w:rsid w:val="00BF0D9C"/>
    <w:rsid w:val="00BF2430"/>
    <w:rsid w:val="00BF30EE"/>
    <w:rsid w:val="00BF6562"/>
    <w:rsid w:val="00C00E88"/>
    <w:rsid w:val="00C0139B"/>
    <w:rsid w:val="00C07310"/>
    <w:rsid w:val="00C10ECD"/>
    <w:rsid w:val="00C121E6"/>
    <w:rsid w:val="00C160F6"/>
    <w:rsid w:val="00C23FB2"/>
    <w:rsid w:val="00C26929"/>
    <w:rsid w:val="00C314D3"/>
    <w:rsid w:val="00C33646"/>
    <w:rsid w:val="00C465FD"/>
    <w:rsid w:val="00C47460"/>
    <w:rsid w:val="00C53328"/>
    <w:rsid w:val="00C70E45"/>
    <w:rsid w:val="00C74D53"/>
    <w:rsid w:val="00C80934"/>
    <w:rsid w:val="00C90DEE"/>
    <w:rsid w:val="00C953F6"/>
    <w:rsid w:val="00CA2E6A"/>
    <w:rsid w:val="00CA3208"/>
    <w:rsid w:val="00CA426D"/>
    <w:rsid w:val="00CB3295"/>
    <w:rsid w:val="00CB626E"/>
    <w:rsid w:val="00CC1538"/>
    <w:rsid w:val="00CC15D1"/>
    <w:rsid w:val="00CC2441"/>
    <w:rsid w:val="00CC2B3D"/>
    <w:rsid w:val="00CC7585"/>
    <w:rsid w:val="00CD7594"/>
    <w:rsid w:val="00CE1F42"/>
    <w:rsid w:val="00CE2807"/>
    <w:rsid w:val="00CE6BB3"/>
    <w:rsid w:val="00CF16BD"/>
    <w:rsid w:val="00CF27E3"/>
    <w:rsid w:val="00D000B8"/>
    <w:rsid w:val="00D01C07"/>
    <w:rsid w:val="00D02893"/>
    <w:rsid w:val="00D04C43"/>
    <w:rsid w:val="00D05D70"/>
    <w:rsid w:val="00D11470"/>
    <w:rsid w:val="00D22FA9"/>
    <w:rsid w:val="00D2397E"/>
    <w:rsid w:val="00D23AFC"/>
    <w:rsid w:val="00D24096"/>
    <w:rsid w:val="00D24A4B"/>
    <w:rsid w:val="00D335E0"/>
    <w:rsid w:val="00D43172"/>
    <w:rsid w:val="00D44A11"/>
    <w:rsid w:val="00D46071"/>
    <w:rsid w:val="00D469E8"/>
    <w:rsid w:val="00D54E9C"/>
    <w:rsid w:val="00D55187"/>
    <w:rsid w:val="00D615DD"/>
    <w:rsid w:val="00D71051"/>
    <w:rsid w:val="00D71EC7"/>
    <w:rsid w:val="00D7393E"/>
    <w:rsid w:val="00D75517"/>
    <w:rsid w:val="00D84418"/>
    <w:rsid w:val="00D924A8"/>
    <w:rsid w:val="00DA0DAC"/>
    <w:rsid w:val="00DA794B"/>
    <w:rsid w:val="00DC24B7"/>
    <w:rsid w:val="00DC5653"/>
    <w:rsid w:val="00DC6FBD"/>
    <w:rsid w:val="00DF277A"/>
    <w:rsid w:val="00DF48A5"/>
    <w:rsid w:val="00DF6F9F"/>
    <w:rsid w:val="00E0037C"/>
    <w:rsid w:val="00E0044C"/>
    <w:rsid w:val="00E00F6D"/>
    <w:rsid w:val="00E01C5F"/>
    <w:rsid w:val="00E02485"/>
    <w:rsid w:val="00E05201"/>
    <w:rsid w:val="00E10C3B"/>
    <w:rsid w:val="00E144F8"/>
    <w:rsid w:val="00E20090"/>
    <w:rsid w:val="00E22F8C"/>
    <w:rsid w:val="00E231E4"/>
    <w:rsid w:val="00E24CBC"/>
    <w:rsid w:val="00E355F1"/>
    <w:rsid w:val="00E434AF"/>
    <w:rsid w:val="00E50717"/>
    <w:rsid w:val="00E54145"/>
    <w:rsid w:val="00E5652F"/>
    <w:rsid w:val="00E6315B"/>
    <w:rsid w:val="00E63A29"/>
    <w:rsid w:val="00E63CB6"/>
    <w:rsid w:val="00E6637F"/>
    <w:rsid w:val="00E66D7E"/>
    <w:rsid w:val="00E71F36"/>
    <w:rsid w:val="00E86802"/>
    <w:rsid w:val="00E90DD9"/>
    <w:rsid w:val="00EA1406"/>
    <w:rsid w:val="00EA2DC6"/>
    <w:rsid w:val="00EA64A6"/>
    <w:rsid w:val="00EB4924"/>
    <w:rsid w:val="00EC0A70"/>
    <w:rsid w:val="00EC5C1C"/>
    <w:rsid w:val="00EC61B1"/>
    <w:rsid w:val="00ED2B2B"/>
    <w:rsid w:val="00ED32FC"/>
    <w:rsid w:val="00ED7D89"/>
    <w:rsid w:val="00EE2757"/>
    <w:rsid w:val="00EF2547"/>
    <w:rsid w:val="00EF475D"/>
    <w:rsid w:val="00EF64A4"/>
    <w:rsid w:val="00EF7C98"/>
    <w:rsid w:val="00F01D76"/>
    <w:rsid w:val="00F02E30"/>
    <w:rsid w:val="00F07F88"/>
    <w:rsid w:val="00F07FFC"/>
    <w:rsid w:val="00F17CD0"/>
    <w:rsid w:val="00F20CC3"/>
    <w:rsid w:val="00F27F78"/>
    <w:rsid w:val="00F315FE"/>
    <w:rsid w:val="00F32F54"/>
    <w:rsid w:val="00F50489"/>
    <w:rsid w:val="00F532FD"/>
    <w:rsid w:val="00F55B31"/>
    <w:rsid w:val="00F60B8B"/>
    <w:rsid w:val="00F62DC6"/>
    <w:rsid w:val="00F74EFB"/>
    <w:rsid w:val="00F76481"/>
    <w:rsid w:val="00F867F4"/>
    <w:rsid w:val="00F93C4F"/>
    <w:rsid w:val="00F95222"/>
    <w:rsid w:val="00F97E1B"/>
    <w:rsid w:val="00FA040F"/>
    <w:rsid w:val="00FA0D1C"/>
    <w:rsid w:val="00FA2D9D"/>
    <w:rsid w:val="00FA6432"/>
    <w:rsid w:val="00FA6F41"/>
    <w:rsid w:val="00FA7655"/>
    <w:rsid w:val="00FB6A42"/>
    <w:rsid w:val="00FC02CF"/>
    <w:rsid w:val="00FC0E72"/>
    <w:rsid w:val="00FC127C"/>
    <w:rsid w:val="00FC2B5A"/>
    <w:rsid w:val="00FD2096"/>
    <w:rsid w:val="00FD273D"/>
    <w:rsid w:val="00FD3FC4"/>
    <w:rsid w:val="00FD574C"/>
    <w:rsid w:val="00FE3776"/>
    <w:rsid w:val="00FE7B79"/>
    <w:rsid w:val="00FF0B26"/>
    <w:rsid w:val="00FF3E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046FD9C"/>
  <w15:chartTrackingRefBased/>
  <w15:docId w15:val="{85E39311-B320-4E30-A910-6246051D67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DekaFrutiger 45 Light" w:eastAsia="Times New Roman" w:hAnsi="DekaFrutiger 45 Light" w:cs="Times New Roman"/>
        <w:lang w:val="en-ID" w:eastAsia="en-ID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B6047"/>
    <w:pPr>
      <w:spacing w:line="280" w:lineRule="exact"/>
    </w:pPr>
    <w:rPr>
      <w:rFonts w:ascii="Arial" w:hAnsi="Arial" w:cs="Arial"/>
      <w:lang w:val="en-US" w:eastAsia="zh-TW"/>
    </w:rPr>
  </w:style>
  <w:style w:type="paragraph" w:styleId="Heading1">
    <w:name w:val="heading 1"/>
    <w:basedOn w:val="Normal"/>
    <w:link w:val="Heading1Char"/>
    <w:qFormat/>
    <w:rsid w:val="00811525"/>
    <w:pPr>
      <w:keepNext/>
      <w:keepLines/>
      <w:pageBreakBefore/>
      <w:numPr>
        <w:numId w:val="5"/>
      </w:numPr>
      <w:spacing w:after="240" w:line="240" w:lineRule="atLeast"/>
      <w:outlineLvl w:val="0"/>
    </w:pPr>
    <w:rPr>
      <w:rFonts w:cs="Times New Roman"/>
      <w:b/>
      <w:color w:val="000000"/>
      <w:sz w:val="24"/>
    </w:rPr>
  </w:style>
  <w:style w:type="paragraph" w:styleId="Heading2">
    <w:name w:val="heading 2"/>
    <w:basedOn w:val="Normal"/>
    <w:link w:val="Heading2Char"/>
    <w:qFormat/>
    <w:rsid w:val="00811525"/>
    <w:pPr>
      <w:keepNext/>
      <w:numPr>
        <w:ilvl w:val="1"/>
        <w:numId w:val="5"/>
      </w:numPr>
      <w:spacing w:before="480" w:after="240" w:line="240" w:lineRule="atLeast"/>
      <w:outlineLvl w:val="1"/>
    </w:pPr>
    <w:rPr>
      <w:rFonts w:cs="Times New Roman"/>
      <w:b/>
      <w:color w:val="000000"/>
      <w:sz w:val="22"/>
    </w:rPr>
  </w:style>
  <w:style w:type="paragraph" w:styleId="Heading3">
    <w:name w:val="heading 3"/>
    <w:basedOn w:val="Heading2"/>
    <w:next w:val="Normal"/>
    <w:link w:val="Heading3Char"/>
    <w:qFormat/>
    <w:rsid w:val="00D24A4B"/>
    <w:pPr>
      <w:numPr>
        <w:ilvl w:val="2"/>
      </w:numPr>
      <w:outlineLvl w:val="2"/>
    </w:pPr>
    <w:rPr>
      <w:rFonts w:ascii="DekaFrutiger 45 Light" w:hAnsi="DekaFrutiger 45 Light"/>
      <w:sz w:val="18"/>
      <w:lang w:val="x-none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11525"/>
    <w:pPr>
      <w:keepNext/>
      <w:keepLines/>
      <w:spacing w:before="200"/>
      <w:outlineLvl w:val="3"/>
    </w:pPr>
    <w:rPr>
      <w:rFonts w:cs="Times New Roman"/>
      <w:b/>
      <w:bCs/>
      <w:i/>
      <w:iCs/>
      <w:color w:val="000000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link w:val="Heading4"/>
    <w:uiPriority w:val="9"/>
    <w:semiHidden/>
    <w:rsid w:val="00811525"/>
    <w:rPr>
      <w:rFonts w:ascii="Arial" w:eastAsia="Times New Roman" w:hAnsi="Arial" w:cs="Times New Roman"/>
      <w:b/>
      <w:bCs/>
      <w:i/>
      <w:iCs/>
      <w:color w:val="000000"/>
      <w:sz w:val="22"/>
      <w:lang w:val="en-US" w:eastAsia="zh-TW"/>
    </w:rPr>
  </w:style>
  <w:style w:type="character" w:customStyle="1" w:styleId="Heading1Char">
    <w:name w:val="Heading 1 Char"/>
    <w:link w:val="Heading1"/>
    <w:rsid w:val="00811525"/>
    <w:rPr>
      <w:rFonts w:ascii="Arial" w:hAnsi="Arial" w:cs="Arial"/>
      <w:b/>
      <w:color w:val="000000"/>
      <w:sz w:val="24"/>
      <w:lang w:val="en-US" w:eastAsia="zh-TW"/>
    </w:rPr>
  </w:style>
  <w:style w:type="character" w:customStyle="1" w:styleId="Heading2Char">
    <w:name w:val="Heading 2 Char"/>
    <w:link w:val="Heading2"/>
    <w:rsid w:val="00811525"/>
    <w:rPr>
      <w:rFonts w:ascii="Arial" w:hAnsi="Arial" w:cs="Arial"/>
      <w:b/>
      <w:color w:val="000000"/>
      <w:sz w:val="22"/>
      <w:lang w:val="en-US" w:eastAsia="zh-TW"/>
    </w:rPr>
  </w:style>
  <w:style w:type="character" w:customStyle="1" w:styleId="Heading3Char">
    <w:name w:val="Heading 3 Char"/>
    <w:link w:val="Heading3"/>
    <w:rsid w:val="00D24A4B"/>
    <w:rPr>
      <w:rFonts w:eastAsia="Times New Roman" w:cs="Times New Roman"/>
      <w:b/>
      <w:color w:val="000000"/>
      <w:sz w:val="18"/>
      <w:lang w:eastAsia="zh-TW"/>
    </w:rPr>
  </w:style>
  <w:style w:type="table" w:customStyle="1" w:styleId="DekaBankPB">
    <w:name w:val="DekaBank PB"/>
    <w:basedOn w:val="TableNormal"/>
    <w:uiPriority w:val="99"/>
    <w:rsid w:val="00C70E45"/>
    <w:pPr>
      <w:spacing w:before="60" w:after="60" w:line="200" w:lineRule="exact"/>
      <w:ind w:left="113"/>
    </w:pPr>
    <w:rPr>
      <w:rFonts w:ascii="Garamond" w:hAnsi="Garamond"/>
      <w:color w:val="000000"/>
      <w:sz w:val="16"/>
    </w:rPr>
    <w:tblPr>
      <w:tblBorders>
        <w:bottom w:val="single" w:sz="4" w:space="0" w:color="000000"/>
        <w:insideH w:val="single" w:sz="4" w:space="0" w:color="000000"/>
      </w:tblBorders>
      <w:tblCellMar>
        <w:left w:w="0" w:type="dxa"/>
        <w:right w:w="0" w:type="dxa"/>
      </w:tblCellMar>
    </w:tblPr>
    <w:tblStylePr w:type="firstRow">
      <w:pPr>
        <w:wordWrap/>
        <w:spacing w:line="240" w:lineRule="exact"/>
      </w:pPr>
      <w:rPr>
        <w:b/>
        <w:color w:val="FFFFFF"/>
        <w:sz w:val="20"/>
      </w:rPr>
      <w:tblPr/>
      <w:tcPr>
        <w:tcBorders>
          <w:top w:val="nil"/>
          <w:left w:val="nil"/>
          <w:bottom w:val="single" w:sz="8" w:space="0" w:color="6E6E6E"/>
          <w:right w:val="nil"/>
          <w:insideH w:val="nil"/>
          <w:insideV w:val="nil"/>
          <w:tl2br w:val="nil"/>
          <w:tr2bl w:val="nil"/>
        </w:tcBorders>
        <w:shd w:val="clear" w:color="auto" w:fill="6E6E6E"/>
      </w:tcPr>
    </w:tblStylePr>
    <w:tblStylePr w:type="lastRow">
      <w:pPr>
        <w:wordWrap/>
        <w:spacing w:line="180" w:lineRule="exact"/>
      </w:pPr>
      <w:rPr>
        <w:rFonts w:ascii="Verdana" w:hAnsi="Verdana"/>
        <w:b w:val="0"/>
        <w:i w:val="0"/>
        <w:sz w:val="14"/>
      </w:rPr>
      <w:tblPr/>
      <w:tcPr>
        <w:tcBorders>
          <w:top w:val="nil"/>
          <w:left w:val="nil"/>
          <w:bottom w:val="single" w:sz="8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Title">
    <w:name w:val="Title"/>
    <w:basedOn w:val="Normal"/>
    <w:next w:val="Normal"/>
    <w:link w:val="TitleChar"/>
    <w:uiPriority w:val="10"/>
    <w:qFormat/>
    <w:rsid w:val="00811525"/>
    <w:pPr>
      <w:pBdr>
        <w:bottom w:val="single" w:sz="8" w:space="4" w:color="4F81BD"/>
      </w:pBdr>
      <w:spacing w:after="300" w:line="240" w:lineRule="auto"/>
      <w:contextualSpacing/>
    </w:pPr>
    <w:rPr>
      <w:rFonts w:cs="Times New Roman"/>
      <w:color w:val="000000"/>
      <w:spacing w:val="5"/>
      <w:kern w:val="28"/>
      <w:sz w:val="52"/>
      <w:szCs w:val="52"/>
    </w:rPr>
  </w:style>
  <w:style w:type="character" w:customStyle="1" w:styleId="TitleChar">
    <w:name w:val="Title Char"/>
    <w:link w:val="Title"/>
    <w:uiPriority w:val="10"/>
    <w:rsid w:val="00811525"/>
    <w:rPr>
      <w:rFonts w:ascii="Arial" w:eastAsia="Times New Roman" w:hAnsi="Arial" w:cs="Times New Roman"/>
      <w:color w:val="000000"/>
      <w:spacing w:val="5"/>
      <w:kern w:val="28"/>
      <w:sz w:val="52"/>
      <w:szCs w:val="52"/>
      <w:lang w:val="en-US" w:eastAsia="zh-TW"/>
    </w:rPr>
  </w:style>
  <w:style w:type="paragraph" w:styleId="Subtitle">
    <w:name w:val="Subtitle"/>
    <w:basedOn w:val="Normal"/>
    <w:next w:val="Normal"/>
    <w:link w:val="SubtitleChar"/>
    <w:uiPriority w:val="11"/>
    <w:qFormat/>
    <w:rsid w:val="00811525"/>
    <w:pPr>
      <w:numPr>
        <w:ilvl w:val="1"/>
      </w:numPr>
    </w:pPr>
    <w:rPr>
      <w:rFonts w:cs="Times New Roman"/>
      <w:i/>
      <w:iCs/>
      <w:color w:val="000000"/>
      <w:spacing w:val="15"/>
      <w:sz w:val="24"/>
      <w:szCs w:val="24"/>
    </w:rPr>
  </w:style>
  <w:style w:type="character" w:customStyle="1" w:styleId="SubtitleChar">
    <w:name w:val="Subtitle Char"/>
    <w:link w:val="Subtitle"/>
    <w:uiPriority w:val="11"/>
    <w:rsid w:val="00811525"/>
    <w:rPr>
      <w:rFonts w:ascii="Arial" w:eastAsia="Times New Roman" w:hAnsi="Arial" w:cs="Times New Roman"/>
      <w:i/>
      <w:iCs/>
      <w:color w:val="000000"/>
      <w:spacing w:val="15"/>
      <w:sz w:val="24"/>
      <w:szCs w:val="24"/>
      <w:lang w:val="en-US" w:eastAsia="zh-TW"/>
    </w:rPr>
  </w:style>
  <w:style w:type="paragraph" w:customStyle="1" w:styleId="Betreffzeile">
    <w:name w:val="Betreffzeile"/>
    <w:basedOn w:val="Normal"/>
    <w:qFormat/>
    <w:rsid w:val="00811525"/>
    <w:rPr>
      <w:b/>
      <w:spacing w:val="6"/>
      <w:lang w:val="de-DE" w:eastAsia="de-DE"/>
    </w:rPr>
  </w:style>
  <w:style w:type="paragraph" w:customStyle="1" w:styleId="berschrift1oNum">
    <w:name w:val="Überschrift 1 oNum"/>
    <w:basedOn w:val="Heading1"/>
    <w:next w:val="Normal"/>
    <w:rsid w:val="00D24A4B"/>
    <w:pPr>
      <w:numPr>
        <w:numId w:val="0"/>
      </w:numPr>
    </w:pPr>
  </w:style>
  <w:style w:type="paragraph" w:customStyle="1" w:styleId="berschrift1oSw">
    <w:name w:val="Überschrift 1 oSw"/>
    <w:basedOn w:val="Heading1"/>
    <w:next w:val="Normal"/>
    <w:rsid w:val="00D24A4B"/>
    <w:pPr>
      <w:pageBreakBefore w:val="0"/>
      <w:numPr>
        <w:numId w:val="0"/>
      </w:numPr>
    </w:pPr>
  </w:style>
  <w:style w:type="paragraph" w:customStyle="1" w:styleId="berschrift2oNum">
    <w:name w:val="Überschrift 2 oNum"/>
    <w:basedOn w:val="Heading2"/>
    <w:next w:val="Normal"/>
    <w:rsid w:val="00811525"/>
    <w:pPr>
      <w:numPr>
        <w:ilvl w:val="0"/>
        <w:numId w:val="0"/>
      </w:numPr>
    </w:pPr>
  </w:style>
  <w:style w:type="paragraph" w:customStyle="1" w:styleId="berschrift3oNum">
    <w:name w:val="Überschrift 3 oNum"/>
    <w:basedOn w:val="Heading3"/>
    <w:next w:val="Normal"/>
    <w:rsid w:val="00D24A4B"/>
    <w:pPr>
      <w:numPr>
        <w:ilvl w:val="0"/>
        <w:numId w:val="0"/>
      </w:numPr>
    </w:pPr>
  </w:style>
  <w:style w:type="paragraph" w:styleId="TOC1">
    <w:name w:val="toc 1"/>
    <w:basedOn w:val="Normal"/>
    <w:next w:val="Normal"/>
    <w:rsid w:val="00811525"/>
    <w:pPr>
      <w:tabs>
        <w:tab w:val="left" w:pos="567"/>
        <w:tab w:val="right" w:pos="9979"/>
      </w:tabs>
      <w:adjustRightInd w:val="0"/>
      <w:snapToGrid w:val="0"/>
      <w:spacing w:before="120" w:after="120" w:line="240" w:lineRule="atLeast"/>
      <w:ind w:left="567" w:right="2551" w:hanging="567"/>
    </w:pPr>
    <w:rPr>
      <w:b/>
      <w:noProof/>
      <w:color w:val="000000"/>
      <w:sz w:val="22"/>
      <w:szCs w:val="24"/>
    </w:rPr>
  </w:style>
  <w:style w:type="paragraph" w:styleId="TOC2">
    <w:name w:val="toc 2"/>
    <w:basedOn w:val="TOC1"/>
    <w:next w:val="Normal"/>
    <w:rsid w:val="00811525"/>
    <w:pPr>
      <w:tabs>
        <w:tab w:val="clear" w:pos="567"/>
        <w:tab w:val="left" w:pos="1134"/>
      </w:tabs>
      <w:spacing w:before="20" w:after="20" w:line="270" w:lineRule="atLeast"/>
      <w:ind w:left="1134"/>
    </w:pPr>
  </w:style>
  <w:style w:type="paragraph" w:styleId="TOC3">
    <w:name w:val="toc 3"/>
    <w:basedOn w:val="TOC2"/>
    <w:next w:val="Normal"/>
    <w:rsid w:val="00D24A4B"/>
    <w:pPr>
      <w:tabs>
        <w:tab w:val="clear" w:pos="1134"/>
        <w:tab w:val="left" w:pos="1701"/>
      </w:tabs>
      <w:ind w:left="1701"/>
    </w:pPr>
  </w:style>
  <w:style w:type="paragraph" w:styleId="TOC4">
    <w:name w:val="toc 4"/>
    <w:basedOn w:val="Normal"/>
    <w:next w:val="Normal"/>
    <w:semiHidden/>
    <w:rsid w:val="00D24A4B"/>
    <w:pPr>
      <w:ind w:left="600"/>
    </w:pPr>
  </w:style>
  <w:style w:type="paragraph" w:styleId="TOC5">
    <w:name w:val="toc 5"/>
    <w:basedOn w:val="Normal"/>
    <w:next w:val="Normal"/>
    <w:semiHidden/>
    <w:rsid w:val="00D24A4B"/>
    <w:pPr>
      <w:ind w:left="800"/>
    </w:pPr>
  </w:style>
  <w:style w:type="paragraph" w:styleId="TOC6">
    <w:name w:val="toc 6"/>
    <w:basedOn w:val="Normal"/>
    <w:next w:val="Normal"/>
    <w:semiHidden/>
    <w:rsid w:val="00D24A4B"/>
    <w:pPr>
      <w:ind w:left="1000"/>
    </w:pPr>
  </w:style>
  <w:style w:type="paragraph" w:styleId="TOC7">
    <w:name w:val="toc 7"/>
    <w:basedOn w:val="Normal"/>
    <w:next w:val="Normal"/>
    <w:semiHidden/>
    <w:rsid w:val="00D24A4B"/>
    <w:pPr>
      <w:ind w:left="1200"/>
    </w:pPr>
  </w:style>
  <w:style w:type="paragraph" w:styleId="TOC8">
    <w:name w:val="toc 8"/>
    <w:basedOn w:val="Normal"/>
    <w:next w:val="Normal"/>
    <w:semiHidden/>
    <w:rsid w:val="00D24A4B"/>
    <w:pPr>
      <w:ind w:left="1400"/>
    </w:pPr>
  </w:style>
  <w:style w:type="paragraph" w:styleId="TOC9">
    <w:name w:val="toc 9"/>
    <w:basedOn w:val="Normal"/>
    <w:next w:val="Normal"/>
    <w:semiHidden/>
    <w:rsid w:val="00D24A4B"/>
    <w:pPr>
      <w:ind w:left="1600"/>
    </w:pPr>
  </w:style>
  <w:style w:type="table" w:styleId="TableGrid">
    <w:name w:val="Table Grid"/>
    <w:basedOn w:val="TableNormal"/>
    <w:rsid w:val="00B44B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DekaBankblau">
    <w:name w:val="DekaBank blau"/>
    <w:basedOn w:val="TableNormal"/>
    <w:uiPriority w:val="99"/>
    <w:rsid w:val="009427B2"/>
    <w:pPr>
      <w:spacing w:before="60" w:after="60"/>
    </w:pPr>
    <w:rPr>
      <w:color w:val="005588"/>
    </w:rPr>
    <w:tblPr>
      <w:tblBorders>
        <w:insideH w:val="single" w:sz="4" w:space="0" w:color="FFFFFF"/>
      </w:tblBorders>
      <w:tblCellMar>
        <w:left w:w="0" w:type="dxa"/>
        <w:right w:w="0" w:type="dxa"/>
      </w:tblCellMar>
    </w:tblPr>
    <w:tcPr>
      <w:shd w:val="clear" w:color="auto" w:fill="CAD2E3"/>
    </w:tcPr>
    <w:tblStylePr w:type="firstRow">
      <w:pPr>
        <w:jc w:val="left"/>
      </w:pPr>
      <w:rPr>
        <w:b/>
        <w:color w:val="FFFFFF"/>
      </w:rPr>
      <w:tblPr/>
      <w:trPr>
        <w:tblHeader/>
      </w:trPr>
      <w:tcPr>
        <w:tcBorders>
          <w:top w:val="nil"/>
          <w:left w:val="nil"/>
          <w:bottom w:val="single" w:sz="4" w:space="0" w:color="005588"/>
          <w:right w:val="nil"/>
          <w:insideH w:val="nil"/>
          <w:insideV w:val="nil"/>
          <w:tl2br w:val="nil"/>
          <w:tr2bl w:val="nil"/>
        </w:tcBorders>
        <w:shd w:val="clear" w:color="auto" w:fill="005588"/>
        <w:vAlign w:val="center"/>
      </w:tcPr>
    </w:tblStylePr>
    <w:tblStylePr w:type="lastRow">
      <w:pPr>
        <w:wordWrap/>
        <w:spacing w:beforeLines="0" w:before="0" w:beforeAutospacing="0" w:afterLines="0" w:after="0" w:afterAutospacing="0" w:line="180" w:lineRule="exact"/>
        <w:jc w:val="left"/>
      </w:pPr>
      <w:rPr>
        <w:rFonts w:ascii="Palatino Linotype" w:hAnsi="Palatino Linotype"/>
        <w:sz w:val="14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CAD2E3"/>
      </w:tcPr>
    </w:tblStylePr>
    <w:tblStylePr w:type="firstCol">
      <w:tblPr/>
      <w:tcPr>
        <w:tcBorders>
          <w:insideH w:val="single" w:sz="4" w:space="0" w:color="CAD2E3"/>
        </w:tcBorders>
        <w:shd w:val="clear" w:color="auto" w:fill="CAD2E3"/>
      </w:tcPr>
    </w:tblStylePr>
    <w:tblStylePr w:type="lastCol">
      <w:tblPr/>
      <w:tcPr>
        <w:tcBorders>
          <w:top w:val="nil"/>
          <w:left w:val="nil"/>
          <w:bottom w:val="nil"/>
          <w:right w:val="nil"/>
          <w:insideH w:val="single" w:sz="4" w:space="0" w:color="CAD2E3"/>
          <w:insideV w:val="nil"/>
          <w:tl2br w:val="nil"/>
          <w:tr2bl w:val="nil"/>
        </w:tcBorders>
        <w:shd w:val="clear" w:color="auto" w:fill="CAD2E3"/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FA6F41"/>
    <w:rPr>
      <w:rFonts w:ascii="Tahoma" w:hAnsi="Tahoma" w:cs="Times New Roman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rsid w:val="00FA6F41"/>
    <w:rPr>
      <w:rFonts w:ascii="Tahoma" w:hAnsi="Tahoma" w:cs="Tahoma"/>
      <w:sz w:val="16"/>
      <w:szCs w:val="16"/>
    </w:rPr>
  </w:style>
  <w:style w:type="table" w:customStyle="1" w:styleId="TestTabellen">
    <w:name w:val="Test_Tabellen"/>
    <w:basedOn w:val="TableNormal"/>
    <w:uiPriority w:val="99"/>
    <w:rsid w:val="006C5C41"/>
    <w:tblPr/>
  </w:style>
  <w:style w:type="table" w:customStyle="1" w:styleId="TabelleTest">
    <w:name w:val="Tabelle_Test"/>
    <w:basedOn w:val="TableNormal"/>
    <w:uiPriority w:val="99"/>
    <w:rsid w:val="006C5C41"/>
    <w:pPr>
      <w:spacing w:before="60" w:after="60"/>
    </w:pPr>
    <w:rPr>
      <w:color w:val="005588"/>
    </w:rPr>
    <w:tblPr>
      <w:tblBorders>
        <w:insideH w:val="single" w:sz="4" w:space="0" w:color="FFFFFF"/>
      </w:tblBorders>
      <w:tblCellMar>
        <w:left w:w="0" w:type="dxa"/>
        <w:right w:w="0" w:type="dxa"/>
      </w:tblCellMar>
    </w:tblPr>
    <w:tcPr>
      <w:shd w:val="clear" w:color="auto" w:fill="00A6E1"/>
    </w:tcPr>
    <w:tblStylePr w:type="firstRow">
      <w:pPr>
        <w:jc w:val="left"/>
      </w:pPr>
      <w:rPr>
        <w:b/>
        <w:color w:val="FFFFFF"/>
      </w:rPr>
      <w:tblPr/>
      <w:tcPr>
        <w:shd w:val="clear" w:color="auto" w:fill="005588"/>
      </w:tcPr>
    </w:tblStylePr>
    <w:tblStylePr w:type="lastRow">
      <w:pPr>
        <w:wordWrap/>
        <w:spacing w:beforeLines="0" w:before="0" w:beforeAutospacing="0" w:afterLines="0" w:after="0" w:afterAutospacing="0" w:line="180" w:lineRule="exact"/>
        <w:jc w:val="left"/>
      </w:pPr>
      <w:rPr>
        <w:rFonts w:ascii="Palatino Linotype" w:hAnsi="Palatino Linotype"/>
        <w:sz w:val="14"/>
      </w:rPr>
      <w:tblPr/>
      <w:tcPr>
        <w:shd w:val="clear" w:color="auto" w:fill="00A6E1"/>
      </w:tcPr>
    </w:tblStylePr>
    <w:tblStylePr w:type="firstCol">
      <w:tblPr/>
      <w:tcPr>
        <w:shd w:val="clear" w:color="auto" w:fill="00A6E1"/>
      </w:tcPr>
    </w:tblStylePr>
    <w:tblStylePr w:type="lastCol">
      <w:tblPr/>
      <w:tcPr>
        <w:shd w:val="clear" w:color="auto" w:fill="00A6E1"/>
      </w:tcPr>
    </w:tblStylePr>
    <w:tblStylePr w:type="neCell">
      <w:tblPr/>
      <w:tcPr>
        <w:shd w:val="clear" w:color="auto" w:fill="005588"/>
      </w:tcPr>
    </w:tblStylePr>
    <w:tblStylePr w:type="seCell">
      <w:tblPr/>
      <w:tcPr>
        <w:shd w:val="clear" w:color="auto" w:fill="00A6E1"/>
      </w:tcPr>
    </w:tblStylePr>
    <w:tblStylePr w:type="swCell">
      <w:tblPr/>
      <w:tcPr>
        <w:shd w:val="clear" w:color="auto" w:fill="00A6E1"/>
      </w:tcPr>
    </w:tblStylePr>
  </w:style>
  <w:style w:type="paragraph" w:styleId="Header">
    <w:name w:val="header"/>
    <w:aliases w:val="Kopfzeile Char Char"/>
    <w:basedOn w:val="Normal"/>
    <w:link w:val="HeaderChar"/>
    <w:unhideWhenUsed/>
    <w:rsid w:val="006B6047"/>
    <w:pPr>
      <w:tabs>
        <w:tab w:val="center" w:pos="4536"/>
        <w:tab w:val="right" w:pos="9072"/>
      </w:tabs>
    </w:pPr>
    <w:rPr>
      <w:rFonts w:cs="Times New Roman"/>
      <w:sz w:val="12"/>
      <w:szCs w:val="12"/>
      <w:lang w:val="x-none"/>
    </w:rPr>
  </w:style>
  <w:style w:type="character" w:customStyle="1" w:styleId="HeaderChar">
    <w:name w:val="Header Char"/>
    <w:aliases w:val="Kopfzeile Char Char Char"/>
    <w:link w:val="Header"/>
    <w:rsid w:val="006B6047"/>
    <w:rPr>
      <w:rFonts w:ascii="Arial" w:hAnsi="Arial" w:cs="Arial"/>
      <w:sz w:val="12"/>
      <w:szCs w:val="12"/>
      <w:lang w:eastAsia="zh-TW"/>
    </w:rPr>
  </w:style>
  <w:style w:type="paragraph" w:customStyle="1" w:styleId="Marginalleiste1">
    <w:name w:val="Marginalleiste 1"/>
    <w:basedOn w:val="Normal"/>
    <w:qFormat/>
    <w:rsid w:val="00386963"/>
    <w:pPr>
      <w:framePr w:w="2841" w:h="3084" w:hRule="exact" w:hSpace="181" w:wrap="around" w:vAnchor="page" w:hAnchor="page" w:x="8790" w:y="2677"/>
      <w:tabs>
        <w:tab w:val="left" w:pos="142"/>
      </w:tabs>
      <w:spacing w:line="160" w:lineRule="exact"/>
    </w:pPr>
    <w:rPr>
      <w:sz w:val="12"/>
      <w:szCs w:val="12"/>
      <w:lang w:val="de-DE"/>
    </w:rPr>
  </w:style>
  <w:style w:type="paragraph" w:customStyle="1" w:styleId="Absenderfeld">
    <w:name w:val="Absenderfeld"/>
    <w:basedOn w:val="Normal"/>
    <w:qFormat/>
    <w:rsid w:val="00386963"/>
    <w:pPr>
      <w:framePr w:w="3975" w:h="278" w:hRule="exact" w:hSpace="181" w:wrap="around" w:vAnchor="page" w:hAnchor="page" w:x="1702" w:y="2700"/>
      <w:spacing w:line="132" w:lineRule="exact"/>
    </w:pPr>
    <w:rPr>
      <w:sz w:val="11"/>
      <w:szCs w:val="11"/>
      <w:lang w:val="de-DE"/>
    </w:rPr>
  </w:style>
  <w:style w:type="paragraph" w:customStyle="1" w:styleId="Adressat">
    <w:name w:val="Adressat"/>
    <w:basedOn w:val="Normal"/>
    <w:qFormat/>
    <w:rsid w:val="00386963"/>
    <w:pPr>
      <w:framePr w:w="3973" w:h="1820" w:hRule="exact" w:hSpace="180" w:wrap="around" w:vAnchor="page" w:hAnchor="page" w:x="1700" w:y="3050"/>
      <w:spacing w:line="260" w:lineRule="exact"/>
    </w:pPr>
  </w:style>
  <w:style w:type="paragraph" w:customStyle="1" w:styleId="Marginalleiste2">
    <w:name w:val="Marginalleiste 2"/>
    <w:basedOn w:val="Normal"/>
    <w:qFormat/>
    <w:rsid w:val="00386963"/>
    <w:pPr>
      <w:framePr w:w="2840" w:h="9353" w:hRule="exact" w:hSpace="180" w:wrap="around" w:vAnchor="page" w:hAnchor="page" w:x="8789" w:y="6198"/>
      <w:tabs>
        <w:tab w:val="left" w:pos="142"/>
      </w:tabs>
      <w:spacing w:line="160" w:lineRule="exact"/>
    </w:pPr>
    <w:rPr>
      <w:sz w:val="12"/>
      <w:szCs w:val="12"/>
      <w:lang w:val="de-DE"/>
    </w:rPr>
  </w:style>
  <w:style w:type="paragraph" w:styleId="Footer">
    <w:name w:val="footer"/>
    <w:basedOn w:val="Normal"/>
    <w:link w:val="FooterChar"/>
    <w:unhideWhenUsed/>
    <w:rsid w:val="007F64BA"/>
    <w:pPr>
      <w:tabs>
        <w:tab w:val="center" w:pos="4536"/>
        <w:tab w:val="right" w:pos="9072"/>
      </w:tabs>
      <w:spacing w:line="240" w:lineRule="auto"/>
    </w:pPr>
    <w:rPr>
      <w:rFonts w:cs="Times New Roman"/>
    </w:rPr>
  </w:style>
  <w:style w:type="character" w:customStyle="1" w:styleId="FooterChar">
    <w:name w:val="Footer Char"/>
    <w:link w:val="Footer"/>
    <w:rsid w:val="007F64BA"/>
    <w:rPr>
      <w:rFonts w:ascii="Arial" w:hAnsi="Arial" w:cs="Arial"/>
      <w:lang w:val="en-US" w:eastAsia="zh-TW"/>
    </w:rPr>
  </w:style>
  <w:style w:type="character" w:styleId="CommentReference">
    <w:name w:val="annotation reference"/>
    <w:uiPriority w:val="99"/>
    <w:semiHidden/>
    <w:unhideWhenUsed/>
    <w:rsid w:val="00E6315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6315B"/>
    <w:rPr>
      <w:rFonts w:cs="Times New Roman"/>
    </w:rPr>
  </w:style>
  <w:style w:type="character" w:customStyle="1" w:styleId="CommentTextChar">
    <w:name w:val="Comment Text Char"/>
    <w:link w:val="CommentText"/>
    <w:uiPriority w:val="99"/>
    <w:semiHidden/>
    <w:rsid w:val="00E6315B"/>
    <w:rPr>
      <w:rFonts w:ascii="Arial" w:hAnsi="Arial" w:cs="Arial"/>
      <w:lang w:val="en-US" w:eastAsia="zh-TW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6315B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E6315B"/>
    <w:rPr>
      <w:rFonts w:ascii="Arial" w:hAnsi="Arial" w:cs="Arial"/>
      <w:b/>
      <w:bCs/>
      <w:lang w:val="en-US" w:eastAsia="zh-TW"/>
    </w:rPr>
  </w:style>
  <w:style w:type="character" w:styleId="Hyperlink">
    <w:name w:val="Hyperlink"/>
    <w:uiPriority w:val="99"/>
    <w:unhideWhenUsed/>
    <w:rsid w:val="00A5108D"/>
    <w:rPr>
      <w:color w:val="0000FF"/>
      <w:u w:val="single"/>
    </w:rPr>
  </w:style>
  <w:style w:type="character" w:customStyle="1" w:styleId="apple-converted-space">
    <w:name w:val="apple-converted-space"/>
    <w:basedOn w:val="DefaultParagraphFont"/>
    <w:rsid w:val="00A5108D"/>
  </w:style>
  <w:style w:type="paragraph" w:customStyle="1" w:styleId="Default">
    <w:name w:val="Default"/>
    <w:rsid w:val="000D0FFE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n-US" w:eastAsia="en-US"/>
    </w:rPr>
  </w:style>
  <w:style w:type="paragraph" w:styleId="ListParagraph">
    <w:name w:val="List Paragraph"/>
    <w:basedOn w:val="Normal"/>
    <w:uiPriority w:val="34"/>
    <w:qFormat/>
    <w:rsid w:val="002154CD"/>
    <w:pPr>
      <w:spacing w:line="240" w:lineRule="auto"/>
      <w:ind w:left="720"/>
      <w:contextualSpacing/>
    </w:pPr>
    <w:rPr>
      <w:rFonts w:cs="Times New Roman"/>
      <w:sz w:val="22"/>
      <w:lang w:val="de-DE" w:eastAsia="de-DE"/>
    </w:rPr>
  </w:style>
  <w:style w:type="character" w:styleId="Strong">
    <w:name w:val="Strong"/>
    <w:uiPriority w:val="22"/>
    <w:qFormat/>
    <w:rsid w:val="002154CD"/>
    <w:rPr>
      <w:b/>
      <w:bCs/>
    </w:rPr>
  </w:style>
  <w:style w:type="paragraph" w:styleId="BodyTextIndent2">
    <w:name w:val="Body Text Indent 2"/>
    <w:basedOn w:val="Normal"/>
    <w:link w:val="BodyTextIndent2Char"/>
    <w:uiPriority w:val="99"/>
    <w:unhideWhenUsed/>
    <w:rsid w:val="00182741"/>
    <w:pPr>
      <w:spacing w:after="120" w:line="480" w:lineRule="auto"/>
      <w:ind w:left="360"/>
    </w:pPr>
    <w:rPr>
      <w:rFonts w:ascii="Univers (WN)" w:hAnsi="Univers (WN)" w:cs="Times New Roman"/>
      <w:sz w:val="22"/>
      <w:lang w:val="de-DE" w:eastAsia="de-DE"/>
    </w:rPr>
  </w:style>
  <w:style w:type="character" w:customStyle="1" w:styleId="BodyTextIndent2Char">
    <w:name w:val="Body Text Indent 2 Char"/>
    <w:link w:val="BodyTextIndent2"/>
    <w:uiPriority w:val="99"/>
    <w:rsid w:val="00182741"/>
    <w:rPr>
      <w:rFonts w:ascii="Univers (WN)" w:hAnsi="Univers (WN)"/>
      <w:sz w:val="22"/>
      <w:lang w:val="de-DE" w:eastAsia="de-DE"/>
    </w:rPr>
  </w:style>
  <w:style w:type="paragraph" w:styleId="NormalWeb">
    <w:name w:val="Normal (Web)"/>
    <w:basedOn w:val="Normal"/>
    <w:uiPriority w:val="99"/>
    <w:semiHidden/>
    <w:unhideWhenUsed/>
    <w:rsid w:val="0041726E"/>
    <w:pPr>
      <w:spacing w:line="240" w:lineRule="auto"/>
    </w:pPr>
    <w:rPr>
      <w:rFonts w:ascii="Times New Roman" w:eastAsia="Calibri" w:hAnsi="Times New Roman" w:cs="Times New Roman"/>
      <w:sz w:val="24"/>
      <w:szCs w:val="24"/>
      <w:lang w:val="id-ID" w:eastAsia="id-ID"/>
    </w:rPr>
  </w:style>
  <w:style w:type="character" w:styleId="UnresolvedMention">
    <w:name w:val="Unresolved Mention"/>
    <w:uiPriority w:val="99"/>
    <w:semiHidden/>
    <w:unhideWhenUsed/>
    <w:rsid w:val="00271D9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4601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36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605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32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52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61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20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17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22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251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45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49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232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5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52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1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52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87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7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38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59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73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8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5898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9138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8778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4647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86271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20524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149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7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84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giz.de" TargetMode="Externa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hyperlink" Target="http://www.giz.de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P:\GTZ-Muster\GTZ-Vorlagen\GIZ-Allgemein\briefbogen-ausland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C92D4ADC8648346B7073A8FC39270D8" ma:contentTypeVersion="18" ma:contentTypeDescription="Create a new document." ma:contentTypeScope="" ma:versionID="400879a391b54bebb33062472931e93f">
  <xsd:schema xmlns:xsd="http://www.w3.org/2001/XMLSchema" xmlns:xs="http://www.w3.org/2001/XMLSchema" xmlns:p="http://schemas.microsoft.com/office/2006/metadata/properties" xmlns:ns2="ddbe0ab4-5a56-490b-8f82-91038a55f73c" xmlns:ns3="a38c399c-8ff7-4174-a2b7-36aff2312e5b" targetNamespace="http://schemas.microsoft.com/office/2006/metadata/properties" ma:root="true" ma:fieldsID="80f86bd1d74d4a8d49169854653e4076" ns2:_="" ns3:_="">
    <xsd:import namespace="ddbe0ab4-5a56-490b-8f82-91038a55f73c"/>
    <xsd:import namespace="a38c399c-8ff7-4174-a2b7-36aff2312e5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be0ab4-5a56-490b-8f82-91038a55f73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0aed264e-563a-469a-8ebe-271e849ec10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38c399c-8ff7-4174-a2b7-36aff2312e5b" elementFormDefault="qualified">
    <xsd:import namespace="http://schemas.microsoft.com/office/2006/documentManagement/types"/>
    <xsd:import namespace="http://schemas.microsoft.com/office/infopath/2007/PartnerControls"/>
    <xsd:element name="TaxCatchAll" ma:index="21" nillable="true" ma:displayName="Taxonomy Catch All Column" ma:hidden="true" ma:list="{63b4c9db-dc1b-43a8-8d76-c21aabeb9767}" ma:internalName="TaxCatchAll" ma:showField="CatchAllData" ma:web="a38c399c-8ff7-4174-a2b7-36aff2312e5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dbe0ab4-5a56-490b-8f82-91038a55f73c">
      <Terms xmlns="http://schemas.microsoft.com/office/infopath/2007/PartnerControls"/>
    </lcf76f155ced4ddcb4097134ff3c332f>
    <TaxCatchAll xmlns="a38c399c-8ff7-4174-a2b7-36aff2312e5b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215B5542-1F7F-4951-8DB9-5483BD0F7DDD}"/>
</file>

<file path=customXml/itemProps2.xml><?xml version="1.0" encoding="utf-8"?>
<ds:datastoreItem xmlns:ds="http://schemas.openxmlformats.org/officeDocument/2006/customXml" ds:itemID="{B00D1E71-199B-4D6E-83BA-6871B4F957D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BD91702-FFBF-48AC-BC07-3A1E42901DD9}">
  <ds:schemaRefs>
    <ds:schemaRef ds:uri="http://schemas.microsoft.com/office/2006/metadata/properties"/>
    <ds:schemaRef ds:uri="http://schemas.microsoft.com/office/infopath/2007/PartnerControls"/>
    <ds:schemaRef ds:uri="ddbe0ab4-5a56-490b-8f82-91038a55f73c"/>
    <ds:schemaRef ds:uri="a38c399c-8ff7-4174-a2b7-36aff2312e5b"/>
  </ds:schemaRefs>
</ds:datastoreItem>
</file>

<file path=customXml/itemProps4.xml><?xml version="1.0" encoding="utf-8"?>
<ds:datastoreItem xmlns:ds="http://schemas.openxmlformats.org/officeDocument/2006/customXml" ds:itemID="{646351AF-F025-4A30-AE23-F709E4330E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briefbogen-ausland</Template>
  <TotalTime>2</TotalTime>
  <Pages>1</Pages>
  <Words>152</Words>
  <Characters>868</Characters>
  <Application>Microsoft Office Word</Application>
  <DocSecurity>0</DocSecurity>
  <Lines>7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GIZ GmbH</Company>
  <LinksUpToDate>false</LinksUpToDate>
  <CharactersWithSpaces>1018</CharactersWithSpaces>
  <SharedDoc>false</SharedDoc>
  <HLinks>
    <vt:vector size="12" baseType="variant">
      <vt:variant>
        <vt:i4>8192114</vt:i4>
      </vt:variant>
      <vt:variant>
        <vt:i4>12</vt:i4>
      </vt:variant>
      <vt:variant>
        <vt:i4>0</vt:i4>
      </vt:variant>
      <vt:variant>
        <vt:i4>5</vt:i4>
      </vt:variant>
      <vt:variant>
        <vt:lpwstr>http://www.giz.de/</vt:lpwstr>
      </vt:variant>
      <vt:variant>
        <vt:lpwstr/>
      </vt:variant>
      <vt:variant>
        <vt:i4>8192114</vt:i4>
      </vt:variant>
      <vt:variant>
        <vt:i4>9</vt:i4>
      </vt:variant>
      <vt:variant>
        <vt:i4>0</vt:i4>
      </vt:variant>
      <vt:variant>
        <vt:i4>5</vt:i4>
      </vt:variant>
      <vt:variant>
        <vt:lpwstr>http://www.giz.de/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giz</dc:creator>
  <cp:keywords/>
  <cp:lastModifiedBy>nugroho, danar agung GIZ ID</cp:lastModifiedBy>
  <cp:revision>5</cp:revision>
  <cp:lastPrinted>2022-02-02T06:39:00Z</cp:lastPrinted>
  <dcterms:created xsi:type="dcterms:W3CDTF">2023-10-05T03:47:00Z</dcterms:created>
  <dcterms:modified xsi:type="dcterms:W3CDTF">2024-04-03T08:24:00Z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w_language">
    <vt:lpwstr>0</vt:lpwstr>
  </property>
  <property fmtid="{D5CDD505-2E9C-101B-9397-08002B2CF9AE}" pid="3" name="tw_letterdate">
    <vt:lpwstr>08.01.2013</vt:lpwstr>
  </property>
  <property fmtid="{D5CDD505-2E9C-101B-9397-08002B2CF9AE}" pid="4" name="ContentTypeId">
    <vt:lpwstr>0x0101003C92D4ADC8648346B7073A8FC39270D8</vt:lpwstr>
  </property>
  <property fmtid="{D5CDD505-2E9C-101B-9397-08002B2CF9AE}" pid="5" name="MediaServiceImageTags">
    <vt:lpwstr/>
  </property>
</Properties>
</file>